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4D5BC0" w:rsidP="0056607C">
      <w:pPr>
        <w:pStyle w:val="Datum"/>
        <w:framePr w:w="9809" w:h="567" w:hRule="exact" w:wrap="around" w:vAnchor="page" w:hAnchor="text" w:y="3120" w:anchorLock="1"/>
        <w:rPr>
          <w:rFonts w:cs="Arial"/>
          <w:sz w:val="22"/>
          <w:szCs w:val="22"/>
        </w:rPr>
      </w:pPr>
      <w:r>
        <w:rPr>
          <w:rFonts w:cs="Arial"/>
          <w:sz w:val="22"/>
          <w:szCs w:val="22"/>
        </w:rPr>
        <w:t>9</w:t>
      </w:r>
      <w:r w:rsidR="00A031D4" w:rsidRPr="00A031D4">
        <w:rPr>
          <w:rFonts w:cs="Arial"/>
          <w:sz w:val="22"/>
          <w:szCs w:val="22"/>
        </w:rPr>
        <w:t xml:space="preserve">. </w:t>
      </w:r>
      <w:r>
        <w:rPr>
          <w:rFonts w:cs="Arial"/>
          <w:sz w:val="22"/>
          <w:szCs w:val="22"/>
        </w:rPr>
        <w:t>Juni</w:t>
      </w:r>
      <w:r w:rsidR="00A031D4" w:rsidRPr="00A031D4">
        <w:rPr>
          <w:rFonts w:cs="Arial"/>
          <w:sz w:val="22"/>
          <w:szCs w:val="22"/>
        </w:rPr>
        <w:t xml:space="preserve"> 2015</w:t>
      </w:r>
    </w:p>
    <w:p w:rsidR="00A031D4" w:rsidRPr="00010012" w:rsidRDefault="004D5BC0" w:rsidP="00A031D4">
      <w:pPr>
        <w:spacing w:line="320" w:lineRule="atLeast"/>
        <w:jc w:val="both"/>
        <w:rPr>
          <w:rFonts w:cs="Arial"/>
          <w:b/>
          <w:sz w:val="28"/>
          <w:szCs w:val="28"/>
        </w:rPr>
      </w:pPr>
      <w:r w:rsidRPr="004D5BC0">
        <w:rPr>
          <w:rFonts w:cs="Arial"/>
          <w:b/>
          <w:sz w:val="28"/>
          <w:szCs w:val="28"/>
        </w:rPr>
        <w:t>Mobiles Gebäude- und Energiemanagement von SAUTER</w:t>
      </w:r>
    </w:p>
    <w:p w:rsidR="00A031D4" w:rsidRDefault="00A031D4" w:rsidP="00A031D4">
      <w:pPr>
        <w:spacing w:line="320" w:lineRule="atLeast"/>
        <w:jc w:val="both"/>
        <w:rPr>
          <w:rFonts w:cs="Arial"/>
          <w:i/>
          <w:sz w:val="22"/>
          <w:szCs w:val="22"/>
        </w:rPr>
      </w:pPr>
    </w:p>
    <w:p w:rsidR="00A031D4" w:rsidRPr="00A031D4" w:rsidRDefault="004D5BC0" w:rsidP="007B69C1">
      <w:pPr>
        <w:spacing w:line="320" w:lineRule="atLeast"/>
        <w:rPr>
          <w:rFonts w:cs="Arial"/>
          <w:sz w:val="22"/>
          <w:szCs w:val="22"/>
          <w:lang w:val="de-DE"/>
        </w:rPr>
      </w:pPr>
      <w:r w:rsidRPr="004D5BC0">
        <w:rPr>
          <w:rFonts w:cs="Arial"/>
          <w:i/>
          <w:sz w:val="22"/>
          <w:szCs w:val="22"/>
        </w:rPr>
        <w:t>Mit der Energiemanagementsoftware SAUTER EMS können Sie Ihre Anlage jederzeit und überall überwachen, die Energieverbräuche kontrollieren und analysieren. Die neuste Version stellt dabei Prognosefunktionen zur Verfügung</w:t>
      </w:r>
      <w:r w:rsidR="00A2624B" w:rsidRPr="00A2624B">
        <w:rPr>
          <w:rFonts w:cs="Arial"/>
          <w:i/>
          <w:sz w:val="22"/>
          <w:szCs w:val="22"/>
        </w:rPr>
        <w:t>.</w:t>
      </w:r>
    </w:p>
    <w:p w:rsidR="00A031D4" w:rsidRPr="00A031D4" w:rsidRDefault="00A031D4" w:rsidP="007B69C1">
      <w:pPr>
        <w:pStyle w:val="Fliesstext"/>
        <w:jc w:val="left"/>
        <w:rPr>
          <w:rFonts w:cs="Arial"/>
          <w:color w:val="auto"/>
          <w:sz w:val="22"/>
          <w:szCs w:val="22"/>
          <w:lang w:val="de-CH"/>
        </w:rPr>
      </w:pPr>
    </w:p>
    <w:p w:rsidR="004D5BC0" w:rsidRDefault="004D5BC0" w:rsidP="007B69C1">
      <w:pPr>
        <w:pStyle w:val="Fliesstext"/>
        <w:jc w:val="left"/>
        <w:rPr>
          <w:rFonts w:cs="Arial"/>
          <w:color w:val="auto"/>
          <w:sz w:val="22"/>
          <w:szCs w:val="22"/>
          <w:lang w:val="de-CH"/>
        </w:rPr>
      </w:pPr>
      <w:r w:rsidRPr="004D5BC0">
        <w:rPr>
          <w:rFonts w:cs="Arial"/>
          <w:color w:val="auto"/>
          <w:sz w:val="22"/>
          <w:szCs w:val="22"/>
          <w:lang w:val="de-CH"/>
        </w:rPr>
        <w:t xml:space="preserve">SAUTER EMS ermöglicht die Überwachung und Optimierung der Energieeffizienz von Gebäuden, Produktionsanlagen bis zu weltweit verteilten Liegenschaften sowie Anlagen in einem System. Damit ist SAUTER EMS das zentrale Werkzeug für unternehmensweites Energiemanagement zur Erfüllung von Anforderungen basierend auf ISO50001 und EN16247-1 (ISO50002) und deren Zertifizierungen. </w:t>
      </w:r>
    </w:p>
    <w:p w:rsidR="004D5BC0" w:rsidRPr="004D5BC0" w:rsidRDefault="004D5BC0" w:rsidP="007B69C1">
      <w:pPr>
        <w:pStyle w:val="Fliesstext"/>
        <w:jc w:val="left"/>
        <w:rPr>
          <w:rFonts w:cs="Arial"/>
          <w:color w:val="auto"/>
          <w:sz w:val="22"/>
          <w:szCs w:val="22"/>
          <w:lang w:val="de-CH"/>
        </w:rPr>
      </w:pPr>
    </w:p>
    <w:p w:rsidR="004D5BC0" w:rsidRDefault="004D5BC0" w:rsidP="007B69C1">
      <w:pPr>
        <w:pStyle w:val="Fliesstext"/>
        <w:jc w:val="left"/>
        <w:rPr>
          <w:rFonts w:cs="Arial"/>
          <w:color w:val="auto"/>
          <w:sz w:val="22"/>
          <w:szCs w:val="22"/>
          <w:lang w:val="de-CH"/>
        </w:rPr>
      </w:pPr>
      <w:r w:rsidRPr="004D5BC0">
        <w:rPr>
          <w:rFonts w:cs="Arial"/>
          <w:color w:val="auto"/>
          <w:sz w:val="22"/>
          <w:szCs w:val="22"/>
          <w:lang w:val="de-CH"/>
        </w:rPr>
        <w:t xml:space="preserve">Mit der EMS Mobile steht zusätzlich eine für Smartphones und Tablets optimierte Darstellung zur Verfügung, die unter anderem für manuelle Zählerablesetouren genutzt werden kann. </w:t>
      </w:r>
    </w:p>
    <w:p w:rsidR="004D5BC0" w:rsidRPr="004D5BC0" w:rsidRDefault="004D5BC0" w:rsidP="007B69C1">
      <w:pPr>
        <w:pStyle w:val="Fliesstext"/>
        <w:jc w:val="left"/>
        <w:rPr>
          <w:rFonts w:cs="Arial"/>
          <w:color w:val="auto"/>
          <w:sz w:val="22"/>
          <w:szCs w:val="22"/>
          <w:lang w:val="de-CH"/>
        </w:rPr>
      </w:pPr>
    </w:p>
    <w:p w:rsidR="004D5BC0" w:rsidRPr="004D5BC0" w:rsidRDefault="004D5BC0" w:rsidP="007B69C1">
      <w:pPr>
        <w:pStyle w:val="Fliesstext"/>
        <w:jc w:val="left"/>
        <w:rPr>
          <w:rFonts w:cs="Arial"/>
          <w:b/>
          <w:color w:val="auto"/>
          <w:sz w:val="22"/>
          <w:szCs w:val="22"/>
          <w:lang w:val="de-CH"/>
        </w:rPr>
      </w:pPr>
      <w:r w:rsidRPr="004D5BC0">
        <w:rPr>
          <w:rFonts w:cs="Arial"/>
          <w:b/>
          <w:color w:val="auto"/>
          <w:sz w:val="22"/>
          <w:szCs w:val="22"/>
          <w:lang w:val="de-CH"/>
        </w:rPr>
        <w:t>Ortsunabhängig und effizient</w:t>
      </w:r>
    </w:p>
    <w:p w:rsidR="004D5BC0" w:rsidRDefault="004D5BC0" w:rsidP="007B69C1">
      <w:pPr>
        <w:pStyle w:val="Fliesstext"/>
        <w:jc w:val="left"/>
        <w:rPr>
          <w:rFonts w:cs="Arial"/>
          <w:color w:val="auto"/>
          <w:sz w:val="22"/>
          <w:szCs w:val="22"/>
          <w:lang w:val="de-CH"/>
        </w:rPr>
      </w:pPr>
      <w:r w:rsidRPr="004D5BC0">
        <w:rPr>
          <w:rFonts w:cs="Arial"/>
          <w:color w:val="auto"/>
          <w:sz w:val="22"/>
          <w:szCs w:val="22"/>
          <w:lang w:val="de-CH"/>
        </w:rPr>
        <w:t>In der neuen Version von SAUTER EMS finden sich viele Neuerungen, welche die Konfiguration und Anwendung der Software noch effizienter gestalten. So sind beispielsweise neu Prognosen erstellbar. Referenzkurven können als Grundlage für zukünftige Verbrauchswerte hinterlegt werden, so dass eine Vorhersage der Verbräuche möglich wird. Die Darstellung der verschiedenen Standorte in einer Karte gibt visuelle Hinweise zu Alarmen und definierten KPIs. Durch einfaches anklicken der Standortsymbole in den Karten wird direkt zu Detailinformationen des Standortes mit seinen definierten Energieportalen navigiert.</w:t>
      </w:r>
    </w:p>
    <w:p w:rsidR="004D5BC0" w:rsidRPr="004D5BC0" w:rsidRDefault="004D5BC0" w:rsidP="007B69C1">
      <w:pPr>
        <w:pStyle w:val="Fliesstext"/>
        <w:jc w:val="left"/>
        <w:rPr>
          <w:rFonts w:cs="Arial"/>
          <w:color w:val="auto"/>
          <w:sz w:val="22"/>
          <w:szCs w:val="22"/>
          <w:lang w:val="de-CH"/>
        </w:rPr>
      </w:pPr>
    </w:p>
    <w:p w:rsidR="007709C3" w:rsidRDefault="004D5BC0" w:rsidP="007B69C1">
      <w:pPr>
        <w:pStyle w:val="Fliesstext"/>
        <w:jc w:val="left"/>
        <w:rPr>
          <w:rFonts w:cs="Arial"/>
          <w:color w:val="auto"/>
          <w:sz w:val="22"/>
          <w:szCs w:val="22"/>
          <w:lang w:val="de-CH"/>
        </w:rPr>
      </w:pPr>
      <w:r w:rsidRPr="004D5BC0">
        <w:rPr>
          <w:rFonts w:cs="Arial"/>
          <w:color w:val="auto"/>
          <w:sz w:val="22"/>
          <w:szCs w:val="22"/>
          <w:lang w:val="de-CH"/>
        </w:rPr>
        <w:t>Die Überwachung und die Alarmierung bei Grenzwertüberschreitung im Browser sowie über E-Mail stellen sicher, dass die Anwender zeitnah reagieren können – an jedem PC mit Internetzugriff sowie mittels Smartphone oder Tablet.</w:t>
      </w:r>
      <w:r w:rsidR="00F66E46">
        <w:rPr>
          <w:rFonts w:cs="Arial"/>
          <w:color w:val="auto"/>
          <w:sz w:val="22"/>
          <w:szCs w:val="22"/>
          <w:lang w:val="de-CH"/>
        </w:rPr>
        <w:t xml:space="preserve"> </w:t>
      </w:r>
    </w:p>
    <w:p w:rsidR="007709C3" w:rsidRDefault="007709C3" w:rsidP="007B69C1">
      <w:pPr>
        <w:pStyle w:val="Fliesstext"/>
        <w:jc w:val="left"/>
        <w:rPr>
          <w:rFonts w:cs="Arial"/>
          <w:color w:val="auto"/>
          <w:sz w:val="22"/>
          <w:szCs w:val="22"/>
          <w:lang w:val="de-CH"/>
        </w:rPr>
      </w:pPr>
    </w:p>
    <w:p w:rsidR="004D5BC0" w:rsidRDefault="004D5BC0" w:rsidP="007B69C1">
      <w:pPr>
        <w:pStyle w:val="Fliesstext"/>
        <w:jc w:val="left"/>
        <w:rPr>
          <w:rFonts w:cs="Arial"/>
          <w:color w:val="auto"/>
          <w:sz w:val="22"/>
          <w:szCs w:val="22"/>
          <w:lang w:val="de-CH"/>
        </w:rPr>
      </w:pPr>
      <w:r w:rsidRPr="004D5BC0">
        <w:rPr>
          <w:rFonts w:cs="Arial"/>
          <w:color w:val="auto"/>
          <w:sz w:val="22"/>
          <w:szCs w:val="22"/>
          <w:lang w:val="de-CH"/>
        </w:rPr>
        <w:t>Die Bedienung ist übersichtlich und einfach. Mit der neuen QR-Code-Funktion sind Zählertouren im Nu erledigt: Statt einen Datenpunkt manuell zu identifizieren, erfasst der Benutzer den maschinenlesbaren Code an den einzelnen Stationen mit der Kamera des mobilen Geräts. Auch die Reihenfolge der Anzeige der Datenpunkte lässt sich individuell den Zählertouren anpassen. Bereits abgelesene Datenpunkte werden automatisch markiert und ans Ende der Liste verschoben.</w:t>
      </w:r>
    </w:p>
    <w:p w:rsidR="004D5BC0" w:rsidRPr="004D5BC0" w:rsidRDefault="004D5BC0" w:rsidP="007B69C1">
      <w:pPr>
        <w:pStyle w:val="Fliesstext"/>
        <w:jc w:val="left"/>
        <w:rPr>
          <w:rFonts w:cs="Arial"/>
          <w:b/>
          <w:color w:val="auto"/>
          <w:sz w:val="22"/>
          <w:szCs w:val="22"/>
          <w:lang w:val="de-CH"/>
        </w:rPr>
      </w:pPr>
      <w:bookmarkStart w:id="0" w:name="_GoBack"/>
      <w:bookmarkEnd w:id="0"/>
      <w:r w:rsidRPr="004D5BC0">
        <w:rPr>
          <w:rFonts w:cs="Arial"/>
          <w:b/>
          <w:color w:val="auto"/>
          <w:sz w:val="22"/>
          <w:szCs w:val="22"/>
          <w:lang w:val="de-CH"/>
        </w:rPr>
        <w:lastRenderedPageBreak/>
        <w:t>Sicherheit dank Kontrolle</w:t>
      </w:r>
    </w:p>
    <w:p w:rsidR="004D5BC0" w:rsidRDefault="004D5BC0" w:rsidP="007B69C1">
      <w:pPr>
        <w:pStyle w:val="Fliesstext"/>
        <w:jc w:val="left"/>
        <w:rPr>
          <w:rFonts w:cs="Arial"/>
          <w:color w:val="auto"/>
          <w:sz w:val="22"/>
          <w:szCs w:val="22"/>
          <w:lang w:val="de-CH"/>
        </w:rPr>
      </w:pPr>
      <w:r w:rsidRPr="004D5BC0">
        <w:rPr>
          <w:rFonts w:cs="Arial"/>
          <w:color w:val="auto"/>
          <w:sz w:val="22"/>
          <w:szCs w:val="22"/>
          <w:lang w:val="de-CH"/>
        </w:rPr>
        <w:t>SAUTER EMS Mobile hilft aktiv mit, Ablesefehler zu vermeiden. Denn die Applikation vergleicht eingegebene Werte online mit dem Wert der letzten Erfassungsperiode und macht den Benutzer bei signifikanten Abweichungen auf ein mögliches Versehen aufmerksam. Wenn keine Internetverbindung besteht, werden sämtliche Eingaben gespeichert und bei nächster Gelegenheit an den SAUTER EMS Server übermittelt.</w:t>
      </w:r>
    </w:p>
    <w:p w:rsidR="004D5BC0" w:rsidRPr="004D5BC0" w:rsidRDefault="004D5BC0" w:rsidP="007B69C1">
      <w:pPr>
        <w:pStyle w:val="Fliesstext"/>
        <w:jc w:val="left"/>
        <w:rPr>
          <w:rFonts w:cs="Arial"/>
          <w:color w:val="auto"/>
          <w:sz w:val="22"/>
          <w:szCs w:val="22"/>
          <w:lang w:val="de-CH"/>
        </w:rPr>
      </w:pPr>
    </w:p>
    <w:p w:rsidR="004D5BC0" w:rsidRDefault="004D5BC0" w:rsidP="007B69C1">
      <w:pPr>
        <w:pStyle w:val="Fliesstext"/>
        <w:jc w:val="left"/>
        <w:rPr>
          <w:rFonts w:cs="Arial"/>
          <w:color w:val="auto"/>
          <w:sz w:val="22"/>
          <w:szCs w:val="22"/>
          <w:lang w:val="de-CH"/>
        </w:rPr>
      </w:pPr>
      <w:r w:rsidRPr="004D5BC0">
        <w:rPr>
          <w:rFonts w:cs="Arial"/>
          <w:color w:val="auto"/>
          <w:sz w:val="22"/>
          <w:szCs w:val="22"/>
          <w:lang w:val="de-CH"/>
        </w:rPr>
        <w:t>Der SAUTER EMS Server wird auch als Cloud-Lösung angeboten. Die Administratoren und Endbenutzer des Systems greifen dabei über eine gesicherte Internetverbindung auf die Plattform zu. SAUTER EMS aus der Cloud lässt sich innerhalb kürzester Zeit in Betrieb nehmen und es fallen keine Kosten für den Unterhalt von Hardware und Software an.</w:t>
      </w:r>
    </w:p>
    <w:p w:rsidR="004D5BC0" w:rsidRPr="004D5BC0" w:rsidRDefault="004D5BC0" w:rsidP="007B69C1">
      <w:pPr>
        <w:pStyle w:val="Fliesstext"/>
        <w:jc w:val="left"/>
        <w:rPr>
          <w:rFonts w:cs="Arial"/>
          <w:color w:val="auto"/>
          <w:sz w:val="22"/>
          <w:szCs w:val="22"/>
          <w:lang w:val="de-CH"/>
        </w:rPr>
      </w:pPr>
    </w:p>
    <w:p w:rsidR="00A031D4" w:rsidRDefault="004D5BC0" w:rsidP="007B69C1">
      <w:pPr>
        <w:pStyle w:val="Fliesstext"/>
        <w:jc w:val="left"/>
        <w:rPr>
          <w:rFonts w:cs="Arial"/>
          <w:color w:val="auto"/>
          <w:sz w:val="22"/>
          <w:szCs w:val="22"/>
          <w:lang w:val="de-CH"/>
        </w:rPr>
      </w:pPr>
      <w:r w:rsidRPr="004D5BC0">
        <w:rPr>
          <w:rFonts w:cs="Arial"/>
          <w:color w:val="auto"/>
          <w:sz w:val="22"/>
          <w:szCs w:val="22"/>
          <w:lang w:val="de-CH"/>
        </w:rPr>
        <w:t>Ob am PC oder mobil, im eigenen Datencenter oder aus der Cloud –  SAUTER EMS ist das ideale Werkzeug für unternehmensweites Energiemanagement, Facility Management und alle Personen bzw. Energiemanager, die Energieeffizienzmassnahmen analysieren, planen und umsetzen.</w:t>
      </w:r>
    </w:p>
    <w:p w:rsidR="00286197" w:rsidRPr="00A031D4" w:rsidRDefault="00286197" w:rsidP="007B69C1">
      <w:pPr>
        <w:pStyle w:val="Fliesstext"/>
        <w:jc w:val="left"/>
        <w:rPr>
          <w:rFonts w:cs="Arial"/>
          <w:color w:val="auto"/>
          <w:sz w:val="22"/>
          <w:szCs w:val="22"/>
          <w:lang w:val="de-CH"/>
        </w:rPr>
      </w:pPr>
    </w:p>
    <w:p w:rsidR="00A2624B" w:rsidRPr="004D5BC0" w:rsidRDefault="004D5BC0" w:rsidP="00A031D4">
      <w:pPr>
        <w:pStyle w:val="Fliesstext"/>
        <w:rPr>
          <w:rFonts w:cs="Arial"/>
          <w:color w:val="auto"/>
          <w:sz w:val="22"/>
          <w:szCs w:val="22"/>
          <w:lang w:val="de-CH"/>
        </w:rPr>
      </w:pPr>
      <w:r>
        <w:rPr>
          <w:rFonts w:cs="Arial"/>
          <w:noProof/>
          <w:color w:val="auto"/>
          <w:sz w:val="22"/>
          <w:szCs w:val="22"/>
          <w:lang w:val="de-CH"/>
        </w:rPr>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AUTER_EMS_k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A2624B" w:rsidRPr="004D5BC0" w:rsidRDefault="00A2624B" w:rsidP="00A031D4">
      <w:pPr>
        <w:pStyle w:val="Fliesstext"/>
        <w:jc w:val="left"/>
        <w:rPr>
          <w:rFonts w:cs="Arial"/>
          <w:i/>
          <w:color w:val="auto"/>
          <w:sz w:val="22"/>
          <w:szCs w:val="22"/>
          <w:lang w:val="de-CH"/>
        </w:rPr>
      </w:pPr>
    </w:p>
    <w:p w:rsidR="00A031D4" w:rsidRPr="004D5BC0" w:rsidRDefault="00A031D4" w:rsidP="00A031D4">
      <w:pPr>
        <w:pStyle w:val="Fliesstext"/>
        <w:jc w:val="left"/>
        <w:rPr>
          <w:rFonts w:cs="Arial"/>
          <w:i/>
          <w:color w:val="auto"/>
          <w:sz w:val="22"/>
          <w:szCs w:val="22"/>
          <w:lang w:val="de-CH"/>
        </w:rPr>
      </w:pPr>
      <w:r w:rsidRPr="004D5BC0">
        <w:rPr>
          <w:rFonts w:cs="Arial"/>
          <w:i/>
          <w:color w:val="auto"/>
          <w:sz w:val="22"/>
          <w:szCs w:val="22"/>
          <w:lang w:val="de-CH"/>
        </w:rPr>
        <w:t xml:space="preserve">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w:t>
      </w:r>
      <w:r w:rsidRPr="004D5BC0">
        <w:rPr>
          <w:rFonts w:cs="Arial"/>
          <w:i/>
          <w:color w:val="auto"/>
          <w:sz w:val="22"/>
          <w:szCs w:val="22"/>
          <w:lang w:val="de-CH"/>
        </w:rPr>
        <w:lastRenderedPageBreak/>
        <w:t>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Qualität bürgt. SAUTER schafft Nutzern wie Betreibern die Übersicht über Energieflüsse und -verbrauch und somit auch über die Kostenentwicklung.</w:t>
      </w:r>
    </w:p>
    <w:p w:rsidR="00A031D4" w:rsidRPr="004D5BC0" w:rsidRDefault="00A031D4" w:rsidP="00A031D4">
      <w:pPr>
        <w:pStyle w:val="Fliesstext"/>
        <w:jc w:val="left"/>
        <w:rPr>
          <w:rFonts w:cs="Arial"/>
          <w:i/>
          <w:color w:val="auto"/>
          <w:sz w:val="22"/>
          <w:szCs w:val="22"/>
          <w:lang w:val="de-CH"/>
        </w:rPr>
      </w:pPr>
    </w:p>
    <w:p w:rsidR="00A031D4" w:rsidRPr="004D5BC0"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lang w:val="de-CH"/>
        </w:rPr>
      </w:pPr>
      <w:r w:rsidRPr="004D5BC0">
        <w:rPr>
          <w:rFonts w:cs="Arial"/>
          <w:bCs/>
          <w:color w:val="auto"/>
          <w:sz w:val="22"/>
          <w:szCs w:val="22"/>
          <w:lang w:val="de-CH"/>
        </w:rPr>
        <w:t>SAUTER Gruppe</w:t>
      </w:r>
    </w:p>
    <w:p w:rsidR="00A031D4" w:rsidRPr="004D5BC0"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4D5BC0">
        <w:rPr>
          <w:rFonts w:cs="Arial"/>
          <w:color w:val="auto"/>
          <w:sz w:val="22"/>
          <w:szCs w:val="22"/>
          <w:lang w:val="de-CH"/>
        </w:rPr>
        <w:t>weltweit tätiges Unternehmen mit Hauptsitz in Basel, Schweiz</w:t>
      </w:r>
    </w:p>
    <w:p w:rsidR="00A031D4" w:rsidRPr="004D5BC0"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4D5BC0">
        <w:rPr>
          <w:rFonts w:cs="Arial"/>
          <w:color w:val="auto"/>
          <w:sz w:val="22"/>
          <w:szCs w:val="22"/>
          <w:lang w:val="de-CH"/>
        </w:rPr>
        <w:t>Gründung im Jahre 1910, baut auf über 100-jährige Tradition und Erfahrung</w:t>
      </w:r>
    </w:p>
    <w:p w:rsidR="00A031D4" w:rsidRPr="004D5BC0"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4D5BC0">
        <w:rPr>
          <w:rFonts w:cs="Arial"/>
          <w:color w:val="auto"/>
          <w:sz w:val="22"/>
          <w:szCs w:val="22"/>
          <w:lang w:val="de-CH"/>
        </w:rPr>
        <w:t>beschäftigt rund 2200 Mitarbeiter, ist weltweit präsent und international tätig</w:t>
      </w:r>
    </w:p>
    <w:p w:rsidR="00A031D4" w:rsidRPr="004D5BC0"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4D5BC0">
        <w:rPr>
          <w:rFonts w:cs="Arial"/>
          <w:color w:val="auto"/>
          <w:sz w:val="22"/>
          <w:szCs w:val="22"/>
          <w:lang w:val="de-CH"/>
        </w:rPr>
        <w:t>Gesamtlösungen im Gebäudemanagement aus einer Hand. Fokus: maximale Energieeffizienz und Nachhaltigkeit</w:t>
      </w:r>
    </w:p>
    <w:p w:rsidR="00A031D4" w:rsidRPr="004D5BC0"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4D5BC0">
        <w:rPr>
          <w:rFonts w:cs="Arial"/>
          <w:color w:val="auto"/>
          <w:sz w:val="22"/>
          <w:szCs w:val="22"/>
          <w:lang w:val="de-CH"/>
        </w:rPr>
        <w:t>Investitions- und Betriebssicherheit während des gesamten Gebäudelebenszyklus</w:t>
      </w:r>
    </w:p>
    <w:p w:rsidR="00A031D4" w:rsidRPr="004D5BC0"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4D5BC0">
        <w:rPr>
          <w:rFonts w:cs="Arial"/>
          <w:color w:val="auto"/>
          <w:sz w:val="22"/>
          <w:szCs w:val="22"/>
          <w:lang w:val="de-CH"/>
        </w:rPr>
        <w:t>technologisch führende Firma im Bereich der Gebäudeautomation und Systemintegration</w:t>
      </w:r>
    </w:p>
    <w:p w:rsidR="00A031D4" w:rsidRPr="004D5BC0"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de-CH"/>
        </w:rPr>
      </w:pPr>
      <w:r w:rsidRPr="004D5BC0">
        <w:rPr>
          <w:rFonts w:cs="Arial"/>
          <w:color w:val="auto"/>
          <w:sz w:val="22"/>
          <w:szCs w:val="22"/>
          <w:lang w:val="de-CH"/>
        </w:rPr>
        <w:t xml:space="preserve">Mitglied der </w:t>
      </w:r>
      <w:proofErr w:type="spellStart"/>
      <w:r w:rsidRPr="004D5BC0">
        <w:rPr>
          <w:rFonts w:cs="Arial"/>
          <w:color w:val="auto"/>
          <w:sz w:val="22"/>
          <w:szCs w:val="22"/>
          <w:lang w:val="de-CH"/>
        </w:rPr>
        <w:t>eu.bac</w:t>
      </w:r>
      <w:proofErr w:type="spellEnd"/>
      <w:r w:rsidRPr="004D5BC0">
        <w:rPr>
          <w:rFonts w:cs="Arial"/>
          <w:color w:val="auto"/>
          <w:sz w:val="22"/>
          <w:szCs w:val="22"/>
          <w:lang w:val="de-CH"/>
        </w:rPr>
        <w:t xml:space="preserve">, von </w:t>
      </w:r>
      <w:proofErr w:type="spellStart"/>
      <w:r w:rsidRPr="004D5BC0">
        <w:rPr>
          <w:rFonts w:cs="Arial"/>
          <w:color w:val="auto"/>
          <w:sz w:val="22"/>
          <w:szCs w:val="22"/>
          <w:lang w:val="de-CH"/>
        </w:rPr>
        <w:t>BACnet</w:t>
      </w:r>
      <w:proofErr w:type="spellEnd"/>
      <w:r w:rsidRPr="004D5BC0">
        <w:rPr>
          <w:rFonts w:cs="Arial"/>
          <w:color w:val="auto"/>
          <w:sz w:val="22"/>
          <w:szCs w:val="22"/>
          <w:lang w:val="de-CH"/>
        </w:rPr>
        <w:t xml:space="preserve"> Interest Group (BIG-EU), </w:t>
      </w:r>
      <w:proofErr w:type="spellStart"/>
      <w:r w:rsidRPr="004D5BC0">
        <w:rPr>
          <w:rFonts w:cs="Arial"/>
          <w:color w:val="auto"/>
          <w:sz w:val="22"/>
          <w:szCs w:val="22"/>
          <w:lang w:val="de-CH"/>
        </w:rPr>
        <w:t>BACnet</w:t>
      </w:r>
      <w:proofErr w:type="spellEnd"/>
      <w:r w:rsidRPr="004D5BC0">
        <w:rPr>
          <w:rFonts w:cs="Arial"/>
          <w:color w:val="auto"/>
          <w:sz w:val="22"/>
          <w:szCs w:val="22"/>
          <w:lang w:val="de-CH"/>
        </w:rPr>
        <w:t xml:space="preserve"> International, </w:t>
      </w:r>
      <w:proofErr w:type="spellStart"/>
      <w:r w:rsidRPr="004D5BC0">
        <w:rPr>
          <w:rFonts w:cs="Arial"/>
          <w:color w:val="auto"/>
          <w:sz w:val="22"/>
          <w:szCs w:val="22"/>
          <w:lang w:val="de-CH"/>
        </w:rPr>
        <w:t>EnOcean</w:t>
      </w:r>
      <w:proofErr w:type="spellEnd"/>
      <w:r w:rsidRPr="004D5BC0">
        <w:rPr>
          <w:rFonts w:cs="Arial"/>
          <w:color w:val="auto"/>
          <w:sz w:val="22"/>
          <w:szCs w:val="22"/>
          <w:lang w:val="de-CH"/>
        </w:rPr>
        <w:t xml:space="preserve"> Alliance</w:t>
      </w:r>
    </w:p>
    <w:p w:rsidR="00A031D4" w:rsidRPr="004D5BC0"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4D5BC0">
        <w:rPr>
          <w:color w:val="auto"/>
          <w:sz w:val="22"/>
          <w:szCs w:val="22"/>
          <w:lang w:val="de-CH"/>
        </w:rPr>
        <w:t>namhafte Referenzen auf www.sauter-controls</w:t>
      </w:r>
      <w:r w:rsidRPr="004D5BC0">
        <w:rPr>
          <w:sz w:val="22"/>
          <w:szCs w:val="22"/>
          <w:lang w:val="de-CH"/>
        </w:rPr>
        <w:t>.com</w:t>
      </w:r>
    </w:p>
    <w:sectPr w:rsidR="00A031D4" w:rsidRPr="004D5BC0"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1D4" w:rsidRDefault="00A031D4">
      <w:pPr>
        <w:spacing w:line="240" w:lineRule="auto"/>
      </w:pPr>
      <w:r>
        <w:separator/>
      </w:r>
    </w:p>
  </w:endnote>
  <w:endnote w:type="continuationSeparator" w:id="0">
    <w:p w:rsidR="00A031D4" w:rsidRDefault="00A03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 xml:space="preserve">SAUTER </w:t>
    </w:r>
    <w:proofErr w:type="spellStart"/>
    <w:r w:rsidRPr="0056607C">
      <w:rPr>
        <w:rStyle w:val="06FusszeilefettChar"/>
        <w:rFonts w:ascii="Arial" w:hAnsi="Arial" w:cs="Arial"/>
      </w:rPr>
      <w:t>HeadOffice</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DA4EFD" w:rsidRPr="0056607C" w:rsidRDefault="00DA4EFD" w:rsidP="000B718B">
    <w:pPr>
      <w:pStyle w:val="Fusszeile"/>
      <w:rPr>
        <w:rFonts w:cs="Arial"/>
        <w:lang w:val="en-GB"/>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717586" w:rsidRPr="0056607C">
      <w:rPr>
        <w:rFonts w:cs="Arial"/>
      </w:rPr>
      <w:t>K</w:t>
    </w:r>
    <w:r w:rsidRPr="0056607C">
      <w:rPr>
        <w:rFonts w:cs="Arial"/>
      </w:rPr>
      <w:t>onta</w:t>
    </w:r>
    <w:r w:rsidR="00717586" w:rsidRPr="0056607C">
      <w:rPr>
        <w:rFonts w:cs="Arial"/>
      </w:rPr>
      <w:t>k</w:t>
    </w:r>
    <w:r w:rsidRPr="0056607C">
      <w:rPr>
        <w:rFonts w:cs="Arial"/>
      </w:rPr>
      <w:t xml:space="preserve">t: Dorothée </w:t>
    </w:r>
    <w:proofErr w:type="spellStart"/>
    <w:r w:rsidRPr="0056607C">
      <w:rPr>
        <w:rFonts w:cs="Arial"/>
      </w:rPr>
      <w:t>Kössler</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 xml:space="preserve">Corp. </w:t>
    </w:r>
    <w:r w:rsidRPr="0056607C">
      <w:rPr>
        <w:rFonts w:cs="Arial"/>
        <w:lang w:val="en-GB"/>
      </w:rPr>
      <w:t>Marketing</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proofErr w:type="spellStart"/>
    <w:r w:rsidRPr="0056607C">
      <w:rPr>
        <w:rFonts w:cs="Arial"/>
        <w:lang w:val="en-GB"/>
      </w:rPr>
      <w:t>Fon</w:t>
    </w:r>
    <w:proofErr w:type="spellEnd"/>
    <w:r w:rsidRPr="0056607C">
      <w:rPr>
        <w:rFonts w:cs="Arial"/>
        <w:lang w:val="en-GB"/>
      </w:rPr>
      <w:t xml:space="preserve"> +41 (0) 61 6955-225</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r w:rsidRPr="0056607C">
      <w:rPr>
        <w:rFonts w:cs="Arial"/>
        <w:lang w:val="en-GB"/>
      </w:rPr>
      <w:t>Fax  41 (0) 61 6955-619</w:t>
    </w:r>
  </w:p>
  <w:p w:rsidR="0009049C" w:rsidRPr="009032CC" w:rsidRDefault="00DA37A2" w:rsidP="0009049C">
    <w:pPr>
      <w:pStyle w:val="Fusszeile"/>
      <w:rPr>
        <w:rFonts w:cs="Arial"/>
        <w:lang w:val="en-US"/>
      </w:rPr>
    </w:pPr>
    <w:r>
      <w:rPr>
        <w:noProof/>
      </w:rPr>
      <w:drawing>
        <wp:anchor distT="0" distB="0" distL="114300" distR="114300" simplePos="0" relativeHeight="251657216" behindDoc="1" locked="0" layoutInCell="1" allowOverlap="1" wp14:anchorId="7FA2C643" wp14:editId="229CE43D">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p>
  <w:p w:rsidR="00047C67" w:rsidRPr="0056607C" w:rsidRDefault="00717586" w:rsidP="00717586">
    <w:pPr>
      <w:pStyle w:val="Fusszeile"/>
      <w:spacing w:line="280" w:lineRule="exact"/>
      <w:rPr>
        <w:rFonts w:cs="Arial"/>
      </w:rPr>
    </w:pPr>
    <w:r w:rsidRPr="0056607C">
      <w:rPr>
        <w:rFonts w:cs="Arial"/>
      </w:rPr>
      <w:t>Bild- und Textmaterial auch unter</w:t>
    </w:r>
    <w:r w:rsidR="0009049C" w:rsidRPr="0056607C">
      <w:rPr>
        <w:rFonts w:cs="Arial"/>
      </w:rPr>
      <w:t xml:space="preserve"> </w:t>
    </w:r>
    <w:r w:rsidR="00DA4EFD" w:rsidRPr="0056607C">
      <w:rPr>
        <w:rFonts w:cs="Arial"/>
      </w:rPr>
      <w:t>www.sauter-controls.com/media</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 xml:space="preserve">AUTER </w:t>
    </w:r>
    <w:proofErr w:type="spellStart"/>
    <w:r w:rsidR="00A031D4" w:rsidRPr="00A031D4">
      <w:rPr>
        <w:rStyle w:val="06FusszeilefettChar"/>
        <w:rFonts w:ascii="Arial" w:hAnsi="Arial" w:cs="Arial"/>
      </w:rPr>
      <w:t>HeadOffice</w:t>
    </w:r>
    <w:proofErr w:type="spellEnd"/>
    <w:r w:rsidR="00A031D4" w:rsidRPr="00A031D4">
      <w:rPr>
        <w:rStyle w:val="06FusszeilefettChar"/>
        <w:rFonts w:ascii="Arial" w:hAnsi="Arial" w:cs="Arial"/>
      </w:rPr>
      <w:t xml:space="preserve"> • Fr. Sauter AG • Im Surinam 55 • CH - 4016 Basel • Fon +41 (0) 61 6955-555 • Fax +41 (0) 61 6955-510</w:t>
    </w:r>
  </w:p>
  <w:p w:rsidR="00A031D4" w:rsidRPr="00A031D4" w:rsidRDefault="00A031D4" w:rsidP="00A031D4">
    <w:pPr>
      <w:pStyle w:val="Fusszeile"/>
      <w:rPr>
        <w:rStyle w:val="06FusszeilefettChar"/>
        <w:rFonts w:ascii="Arial" w:hAnsi="Arial" w:cs="Arial"/>
      </w:rPr>
    </w:pPr>
    <w:r w:rsidRPr="00A031D4">
      <w:rPr>
        <w:rStyle w:val="06FusszeilefettChar"/>
        <w:rFonts w:ascii="Arial" w:hAnsi="Arial" w:cs="Arial"/>
      </w:rPr>
      <w:t xml:space="preserve">Media-/Information-Services • Kontakt: Dorothée </w:t>
    </w:r>
    <w:proofErr w:type="spellStart"/>
    <w:r w:rsidRPr="00A031D4">
      <w:rPr>
        <w:rStyle w:val="06FusszeilefettChar"/>
        <w:rFonts w:ascii="Arial" w:hAnsi="Arial" w:cs="Arial"/>
      </w:rPr>
      <w:t>Kössler</w:t>
    </w:r>
    <w:proofErr w:type="spellEnd"/>
    <w:r w:rsidRPr="00A031D4">
      <w:rPr>
        <w:rStyle w:val="06FusszeilefettChar"/>
        <w:rFonts w:ascii="Arial" w:hAnsi="Arial" w:cs="Arial"/>
      </w:rPr>
      <w:t xml:space="preserve"> • Corp. Marketing • Fon +41 (0) 61 6955-225 • Fax  41 (0) 61 6955-619</w:t>
    </w:r>
  </w:p>
  <w:p w:rsidR="00A031D4" w:rsidRDefault="007709C3" w:rsidP="00A031D4">
    <w:pPr>
      <w:pStyle w:val="Fusszeile"/>
      <w:rPr>
        <w:rStyle w:val="06FusszeilefettChar"/>
        <w:rFonts w:ascii="Arial" w:hAnsi="Arial" w:cs="Arial"/>
      </w:rPr>
    </w:pPr>
    <w:hyperlink r:id="rId2" w:history="1">
      <w:r w:rsidR="00A031D4" w:rsidRPr="00A031D4">
        <w:rPr>
          <w:rStyle w:val="Hyperlink"/>
          <w:rFonts w:cs="Arial"/>
          <w:color w:val="auto"/>
          <w:u w:val="none"/>
        </w:rPr>
        <w:t>media@ch.sauter-bc.com</w:t>
      </w:r>
    </w:hyperlink>
    <w:r w:rsidR="00A031D4" w:rsidRPr="00A031D4">
      <w:rPr>
        <w:rStyle w:val="06FusszeilefettChar"/>
        <w:rFonts w:ascii="Arial" w:hAnsi="Arial" w:cs="Arial"/>
      </w:rPr>
      <w:t xml:space="preserve"> </w:t>
    </w:r>
  </w:p>
  <w:p w:rsidR="005D0114" w:rsidRPr="0056607C" w:rsidRDefault="00A031D4" w:rsidP="00A031D4">
    <w:pPr>
      <w:pStyle w:val="Fusszeile"/>
      <w:spacing w:line="280" w:lineRule="exact"/>
      <w:rPr>
        <w:rFonts w:cs="Arial"/>
      </w:rPr>
    </w:pPr>
    <w:r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1D4" w:rsidRDefault="00A031D4">
      <w:pPr>
        <w:spacing w:line="240" w:lineRule="auto"/>
      </w:pPr>
      <w:r>
        <w:separator/>
      </w:r>
    </w:p>
  </w:footnote>
  <w:footnote w:type="continuationSeparator" w:id="0">
    <w:p w:rsidR="00A031D4" w:rsidRDefault="00A031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Pr="00776882">
      <w:rPr>
        <w:rStyle w:val="Seitenzahl"/>
        <w:szCs w:val="18"/>
      </w:rPr>
      <w:fldChar w:fldCharType="begin"/>
    </w:r>
    <w:r w:rsidRPr="00776882">
      <w:rPr>
        <w:rStyle w:val="Seitenzahl"/>
        <w:szCs w:val="18"/>
      </w:rPr>
      <w:instrText xml:space="preserve"> NUMPAGES </w:instrText>
    </w:r>
    <w:r w:rsidRPr="00776882">
      <w:rPr>
        <w:rStyle w:val="Seitenzahl"/>
        <w:szCs w:val="18"/>
      </w:rPr>
      <w:fldChar w:fldCharType="separate"/>
    </w:r>
    <w:r w:rsidR="007709C3">
      <w:rPr>
        <w:rStyle w:val="Seitenzahl"/>
        <w:noProof/>
        <w:szCs w:val="18"/>
      </w:rPr>
      <w:t>3</w:t>
    </w:r>
    <w:r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24456"/>
    <w:rsid w:val="00135F8E"/>
    <w:rsid w:val="0016184F"/>
    <w:rsid w:val="002075F5"/>
    <w:rsid w:val="00212880"/>
    <w:rsid w:val="002431E2"/>
    <w:rsid w:val="002521BC"/>
    <w:rsid w:val="00257919"/>
    <w:rsid w:val="00286197"/>
    <w:rsid w:val="00291F34"/>
    <w:rsid w:val="002D471C"/>
    <w:rsid w:val="00311FFD"/>
    <w:rsid w:val="003678D7"/>
    <w:rsid w:val="003A14EB"/>
    <w:rsid w:val="003A3348"/>
    <w:rsid w:val="003B1D31"/>
    <w:rsid w:val="003D2DDC"/>
    <w:rsid w:val="003D3849"/>
    <w:rsid w:val="003F096C"/>
    <w:rsid w:val="00412BBB"/>
    <w:rsid w:val="00487EFC"/>
    <w:rsid w:val="004916F4"/>
    <w:rsid w:val="004952F4"/>
    <w:rsid w:val="004A3DA3"/>
    <w:rsid w:val="004C47B6"/>
    <w:rsid w:val="004C6890"/>
    <w:rsid w:val="004D5BC0"/>
    <w:rsid w:val="00507458"/>
    <w:rsid w:val="0053110D"/>
    <w:rsid w:val="0056607C"/>
    <w:rsid w:val="005D0114"/>
    <w:rsid w:val="005D0F90"/>
    <w:rsid w:val="00645DA1"/>
    <w:rsid w:val="00667BDE"/>
    <w:rsid w:val="006B7208"/>
    <w:rsid w:val="006E5606"/>
    <w:rsid w:val="00710286"/>
    <w:rsid w:val="00717586"/>
    <w:rsid w:val="00726623"/>
    <w:rsid w:val="007709C3"/>
    <w:rsid w:val="00776882"/>
    <w:rsid w:val="007A59CC"/>
    <w:rsid w:val="007B69C1"/>
    <w:rsid w:val="00813292"/>
    <w:rsid w:val="008A40C0"/>
    <w:rsid w:val="008A5E05"/>
    <w:rsid w:val="009032CC"/>
    <w:rsid w:val="0092287A"/>
    <w:rsid w:val="00944D45"/>
    <w:rsid w:val="00957BB2"/>
    <w:rsid w:val="00992D7C"/>
    <w:rsid w:val="00A031D4"/>
    <w:rsid w:val="00A20B47"/>
    <w:rsid w:val="00A24A9C"/>
    <w:rsid w:val="00A2624B"/>
    <w:rsid w:val="00AB3A23"/>
    <w:rsid w:val="00AF1918"/>
    <w:rsid w:val="00B229C2"/>
    <w:rsid w:val="00B8321F"/>
    <w:rsid w:val="00B83BDF"/>
    <w:rsid w:val="00B84BBC"/>
    <w:rsid w:val="00B97F0C"/>
    <w:rsid w:val="00BC704B"/>
    <w:rsid w:val="00BF10F0"/>
    <w:rsid w:val="00C136A4"/>
    <w:rsid w:val="00C219FB"/>
    <w:rsid w:val="00C5605B"/>
    <w:rsid w:val="00C606B1"/>
    <w:rsid w:val="00D068F0"/>
    <w:rsid w:val="00D14841"/>
    <w:rsid w:val="00D23AE3"/>
    <w:rsid w:val="00DA37A2"/>
    <w:rsid w:val="00DA4EFD"/>
    <w:rsid w:val="00DB2165"/>
    <w:rsid w:val="00E33705"/>
    <w:rsid w:val="00E42042"/>
    <w:rsid w:val="00E646B8"/>
    <w:rsid w:val="00E8369F"/>
    <w:rsid w:val="00E96ABA"/>
    <w:rsid w:val="00ED0F05"/>
    <w:rsid w:val="00ED1419"/>
    <w:rsid w:val="00F66E46"/>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610</Words>
  <Characters>4271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5</cp:revision>
  <cp:lastPrinted>2012-05-08T20:54:00Z</cp:lastPrinted>
  <dcterms:created xsi:type="dcterms:W3CDTF">2015-06-01T11:17:00Z</dcterms:created>
  <dcterms:modified xsi:type="dcterms:W3CDTF">2015-06-08T11:49:00Z</dcterms:modified>
</cp:coreProperties>
</file>