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BE3741" w:rsidRDefault="00CE17B5" w:rsidP="0056607C">
      <w:pPr>
        <w:pStyle w:val="Datum"/>
        <w:framePr w:w="9809" w:h="567" w:hRule="exact" w:wrap="around" w:vAnchor="page" w:hAnchor="text" w:y="3120" w:anchorLock="1"/>
        <w:rPr>
          <w:rFonts w:cs="Arial"/>
          <w:sz w:val="22"/>
          <w:szCs w:val="22"/>
          <w:lang w:val="fr-CH"/>
        </w:rPr>
      </w:pPr>
      <w:r>
        <w:rPr>
          <w:rFonts w:cs="Arial"/>
          <w:sz w:val="22"/>
          <w:szCs w:val="22"/>
          <w:lang w:val="fr-CH"/>
        </w:rPr>
        <w:t>30</w:t>
      </w:r>
      <w:r w:rsidR="00A031D4" w:rsidRPr="00BE3741">
        <w:rPr>
          <w:rFonts w:cs="Arial"/>
          <w:sz w:val="22"/>
          <w:szCs w:val="22"/>
          <w:lang w:val="fr-CH"/>
        </w:rPr>
        <w:t xml:space="preserve"> </w:t>
      </w:r>
      <w:r>
        <w:rPr>
          <w:rFonts w:cs="Arial"/>
          <w:sz w:val="22"/>
          <w:szCs w:val="22"/>
          <w:lang w:val="fr-CH"/>
        </w:rPr>
        <w:t>June</w:t>
      </w:r>
      <w:r w:rsidR="001D5B58" w:rsidRPr="00BE3741">
        <w:rPr>
          <w:rFonts w:cs="Arial"/>
          <w:sz w:val="22"/>
          <w:szCs w:val="22"/>
          <w:lang w:val="fr-CH"/>
        </w:rPr>
        <w:t xml:space="preserve"> </w:t>
      </w:r>
      <w:r w:rsidR="00A031D4" w:rsidRPr="00BE3741">
        <w:rPr>
          <w:rFonts w:cs="Arial"/>
          <w:sz w:val="22"/>
          <w:szCs w:val="22"/>
          <w:lang w:val="fr-CH"/>
        </w:rPr>
        <w:t>2015</w:t>
      </w:r>
    </w:p>
    <w:p w:rsidR="00A031D4" w:rsidRPr="00BE3741" w:rsidRDefault="00CE17B5" w:rsidP="00CE17B5">
      <w:pPr>
        <w:spacing w:line="320" w:lineRule="atLeast"/>
        <w:rPr>
          <w:rFonts w:cs="Arial"/>
          <w:b/>
          <w:sz w:val="28"/>
          <w:szCs w:val="28"/>
          <w:lang w:val="fr-CH"/>
        </w:rPr>
      </w:pPr>
      <w:r w:rsidRPr="00CE17B5">
        <w:rPr>
          <w:rFonts w:cs="Arial"/>
          <w:b/>
          <w:sz w:val="28"/>
          <w:szCs w:val="28"/>
          <w:lang w:val="fr-CH"/>
        </w:rPr>
        <w:t>Double the energy efficiency with the SAUTER ecos504 room controller</w:t>
      </w:r>
    </w:p>
    <w:p w:rsidR="00A031D4" w:rsidRPr="00BE3741" w:rsidRDefault="00A031D4" w:rsidP="00A031D4">
      <w:pPr>
        <w:spacing w:line="320" w:lineRule="atLeast"/>
        <w:jc w:val="both"/>
        <w:rPr>
          <w:rFonts w:cs="Arial"/>
          <w:i/>
          <w:sz w:val="22"/>
          <w:szCs w:val="22"/>
          <w:lang w:val="fr-CH"/>
        </w:rPr>
      </w:pPr>
    </w:p>
    <w:p w:rsidR="00A031D4" w:rsidRPr="00CE17B5" w:rsidRDefault="00CE17B5" w:rsidP="00CE17B5">
      <w:pPr>
        <w:spacing w:line="320" w:lineRule="atLeast"/>
        <w:rPr>
          <w:rFonts w:cs="Arial"/>
          <w:sz w:val="22"/>
          <w:szCs w:val="22"/>
        </w:rPr>
      </w:pPr>
      <w:r w:rsidRPr="00CE17B5">
        <w:rPr>
          <w:rFonts w:cs="Arial"/>
          <w:i/>
          <w:sz w:val="22"/>
          <w:szCs w:val="22"/>
          <w:lang w:val="fr-CH"/>
        </w:rPr>
        <w:t xml:space="preserve">The new ecos504 room controller from SAUTER seamlessly integrates the automatic lighting and sunshade control into the room climate regulation. </w:t>
      </w:r>
      <w:r w:rsidRPr="00CE17B5">
        <w:rPr>
          <w:rFonts w:cs="Arial"/>
          <w:i/>
          <w:sz w:val="22"/>
          <w:szCs w:val="22"/>
        </w:rPr>
        <w:t>In modern buildings in particular, the energy consumption is therefore reduced considerably while the comfort for the room user is also increased</w:t>
      </w:r>
      <w:r w:rsidR="00BE3741" w:rsidRPr="00CE17B5">
        <w:rPr>
          <w:rFonts w:cs="Arial"/>
          <w:i/>
          <w:sz w:val="22"/>
          <w:szCs w:val="22"/>
        </w:rPr>
        <w:t>.</w:t>
      </w:r>
    </w:p>
    <w:p w:rsidR="00A031D4" w:rsidRPr="00CE17B5" w:rsidRDefault="00A031D4" w:rsidP="00A031D4">
      <w:pPr>
        <w:pStyle w:val="Fliesstext"/>
        <w:rPr>
          <w:rFonts w:cs="Arial"/>
          <w:color w:val="auto"/>
          <w:sz w:val="22"/>
          <w:szCs w:val="22"/>
          <w:lang w:val="de-CH"/>
        </w:rPr>
      </w:pPr>
    </w:p>
    <w:p w:rsidR="00CE17B5" w:rsidRPr="00CE17B5" w:rsidRDefault="00CE17B5" w:rsidP="00CE17B5">
      <w:pPr>
        <w:pStyle w:val="Fliesstext"/>
        <w:jc w:val="left"/>
        <w:rPr>
          <w:rFonts w:cs="Arial"/>
          <w:color w:val="auto"/>
          <w:sz w:val="22"/>
          <w:szCs w:val="22"/>
          <w:lang w:val="fr-CH"/>
        </w:rPr>
      </w:pPr>
      <w:r w:rsidRPr="00CE17B5">
        <w:rPr>
          <w:rFonts w:cs="Arial"/>
          <w:color w:val="auto"/>
          <w:sz w:val="22"/>
          <w:szCs w:val="22"/>
          <w:lang w:val="de-CH"/>
        </w:rPr>
        <w:t xml:space="preserve">In modern buildings, most of the energy is used for cooling. </w:t>
      </w:r>
      <w:r w:rsidRPr="00CE17B5">
        <w:rPr>
          <w:rFonts w:cs="Arial"/>
          <w:color w:val="auto"/>
          <w:sz w:val="22"/>
          <w:szCs w:val="22"/>
          <w:lang w:val="fr-CH"/>
        </w:rPr>
        <w:t xml:space="preserve">To reduce consumption, the sunshading must be automated. Further significant energy savings are made possible by the occupancy-dependent control of the lighting. And demand-controlled room ventilation with CO2 sensors can make a substantial contribution to energy efficiency. </w:t>
      </w:r>
    </w:p>
    <w:p w:rsidR="00CE17B5" w:rsidRPr="00CE17B5" w:rsidRDefault="00CE17B5" w:rsidP="00CE17B5">
      <w:pPr>
        <w:pStyle w:val="Fliesstext"/>
        <w:jc w:val="left"/>
        <w:rPr>
          <w:rFonts w:cs="Arial"/>
          <w:color w:val="auto"/>
          <w:sz w:val="22"/>
          <w:szCs w:val="22"/>
          <w:lang w:val="fr-CH"/>
        </w:rPr>
      </w:pPr>
    </w:p>
    <w:p w:rsidR="00CE17B5" w:rsidRPr="00CE17B5" w:rsidRDefault="00CE17B5" w:rsidP="00CE17B5">
      <w:pPr>
        <w:pStyle w:val="Fliesstext"/>
        <w:jc w:val="left"/>
        <w:rPr>
          <w:rFonts w:cs="Arial"/>
          <w:b/>
          <w:color w:val="auto"/>
          <w:sz w:val="22"/>
          <w:szCs w:val="22"/>
          <w:lang w:val="fr-CH"/>
        </w:rPr>
      </w:pPr>
      <w:r w:rsidRPr="00CE17B5">
        <w:rPr>
          <w:rFonts w:cs="Arial"/>
          <w:b/>
          <w:color w:val="auto"/>
          <w:sz w:val="22"/>
          <w:szCs w:val="22"/>
          <w:lang w:val="fr-CH"/>
        </w:rPr>
        <w:t>Focussing on people</w:t>
      </w:r>
    </w:p>
    <w:p w:rsidR="00CE17B5" w:rsidRPr="00CE17B5" w:rsidRDefault="00CE17B5" w:rsidP="00CE17B5">
      <w:pPr>
        <w:pStyle w:val="Fliesstext"/>
        <w:jc w:val="left"/>
        <w:rPr>
          <w:rFonts w:cs="Arial"/>
          <w:color w:val="auto"/>
          <w:sz w:val="22"/>
          <w:szCs w:val="22"/>
          <w:lang w:val="fr-CH"/>
        </w:rPr>
      </w:pPr>
      <w:r w:rsidRPr="00CE17B5">
        <w:rPr>
          <w:rFonts w:cs="Arial"/>
          <w:color w:val="auto"/>
          <w:sz w:val="22"/>
          <w:szCs w:val="22"/>
          <w:lang w:val="fr-CH"/>
        </w:rPr>
        <w:t>Efforts to keep energy consumption as low as possible can often overlook the people who live and work in the rooms and buildings. This is precisely where SAUTER comes in with a balanced overall solution based on the ecos504 room controller. The goal is to provide the user with an optimum environment with minimum energy consumption. The room controller integrates not only the sunshade, lighting and room climate regulation equipment systems, but is also seamlessly integrated into the building management system and primary energy preparation by means of the open BACnet/IP communication.</w:t>
      </w:r>
    </w:p>
    <w:p w:rsidR="00CE17B5" w:rsidRPr="00CE17B5" w:rsidRDefault="00CE17B5" w:rsidP="00CE17B5">
      <w:pPr>
        <w:pStyle w:val="Fliesstext"/>
        <w:jc w:val="left"/>
        <w:rPr>
          <w:rFonts w:cs="Arial"/>
          <w:color w:val="auto"/>
          <w:sz w:val="22"/>
          <w:szCs w:val="22"/>
          <w:lang w:val="fr-CH"/>
        </w:rPr>
      </w:pPr>
    </w:p>
    <w:p w:rsidR="00CE17B5" w:rsidRPr="00CE17B5" w:rsidRDefault="00CE17B5" w:rsidP="00CE17B5">
      <w:pPr>
        <w:pStyle w:val="Fliesstext"/>
        <w:jc w:val="left"/>
        <w:rPr>
          <w:rFonts w:cs="Arial"/>
          <w:b/>
          <w:color w:val="auto"/>
          <w:sz w:val="22"/>
          <w:szCs w:val="22"/>
          <w:lang w:val="fr-CH"/>
        </w:rPr>
      </w:pPr>
      <w:r w:rsidRPr="00CE17B5">
        <w:rPr>
          <w:rFonts w:cs="Arial"/>
          <w:b/>
          <w:color w:val="auto"/>
          <w:sz w:val="22"/>
          <w:szCs w:val="22"/>
          <w:lang w:val="fr-CH"/>
        </w:rPr>
        <w:t>Modular and flexible</w:t>
      </w:r>
    </w:p>
    <w:p w:rsidR="00CE17B5" w:rsidRPr="00CE17B5" w:rsidRDefault="00CE17B5" w:rsidP="00CE17B5">
      <w:pPr>
        <w:pStyle w:val="Fliesstext"/>
        <w:jc w:val="left"/>
        <w:rPr>
          <w:rFonts w:cs="Arial"/>
          <w:color w:val="auto"/>
          <w:sz w:val="22"/>
          <w:szCs w:val="22"/>
          <w:lang w:val="fr-CH"/>
        </w:rPr>
      </w:pPr>
      <w:r w:rsidRPr="00CE17B5">
        <w:rPr>
          <w:rFonts w:cs="Arial"/>
          <w:color w:val="auto"/>
          <w:sz w:val="22"/>
          <w:szCs w:val="22"/>
          <w:lang w:val="fr-CH"/>
        </w:rPr>
        <w:t xml:space="preserve">The SAUTER ecos504 is designed as a modular room automation station with which remote </w:t>
      </w:r>
      <w:r>
        <w:rPr>
          <w:rFonts w:cs="Arial"/>
          <w:color w:val="auto"/>
          <w:sz w:val="22"/>
          <w:szCs w:val="22"/>
          <w:lang w:val="fr-CH"/>
        </w:rPr>
        <w:br/>
      </w:r>
      <w:r w:rsidRPr="00CE17B5">
        <w:rPr>
          <w:rFonts w:cs="Arial"/>
          <w:color w:val="auto"/>
          <w:sz w:val="22"/>
          <w:szCs w:val="22"/>
          <w:lang w:val="fr-CH"/>
        </w:rPr>
        <w:t xml:space="preserve">ecoLink I/O modules can be combined as required, providing maximum flexibility when connecting field devices. The controller supports up to 8 fixed rooms or flexible room segments. Its very compact construction as a rail-mounted device with only 6 module units means that it can be installed in small distribution boards without any problems. The freely programmable room controller based on the B-BC BACnet profile with local historic data, schedules, calendars or COV fulfils the main prerequisites for real interoperability. Comprehensive libraries for the room automation functions as per VDI 3813 are available for the engineering. </w:t>
      </w:r>
    </w:p>
    <w:p w:rsidR="00CE17B5" w:rsidRPr="00CE17B5" w:rsidRDefault="00CE17B5" w:rsidP="00CE17B5">
      <w:pPr>
        <w:pStyle w:val="Fliesstext"/>
        <w:jc w:val="left"/>
        <w:rPr>
          <w:rFonts w:cs="Arial"/>
          <w:color w:val="auto"/>
          <w:sz w:val="22"/>
          <w:szCs w:val="22"/>
          <w:lang w:val="fr-CH"/>
        </w:rPr>
      </w:pPr>
    </w:p>
    <w:p w:rsidR="00CE17B5" w:rsidRPr="00CE17B5" w:rsidRDefault="00CE17B5" w:rsidP="00CE17B5">
      <w:pPr>
        <w:pStyle w:val="Fliesstext"/>
        <w:jc w:val="left"/>
        <w:rPr>
          <w:rFonts w:cs="Arial"/>
          <w:color w:val="auto"/>
          <w:sz w:val="22"/>
          <w:szCs w:val="22"/>
          <w:lang w:val="fr-CH"/>
        </w:rPr>
      </w:pPr>
      <w:r w:rsidRPr="00CE17B5">
        <w:rPr>
          <w:rFonts w:cs="Arial"/>
          <w:color w:val="auto"/>
          <w:sz w:val="22"/>
          <w:szCs w:val="22"/>
          <w:lang w:val="fr-CH"/>
        </w:rPr>
        <w:t xml:space="preserve">Along with the tried and tested ecoUnit 3 room operating unit series, </w:t>
      </w:r>
      <w:r w:rsidR="00423AC2">
        <w:rPr>
          <w:rFonts w:cs="Arial"/>
          <w:color w:val="auto"/>
          <w:sz w:val="22"/>
          <w:szCs w:val="22"/>
          <w:lang w:val="fr-CH"/>
        </w:rPr>
        <w:t xml:space="preserve">SAUTER also offers </w:t>
      </w:r>
      <w:r w:rsidRPr="00CE17B5">
        <w:rPr>
          <w:rFonts w:cs="Arial"/>
          <w:color w:val="auto"/>
          <w:sz w:val="22"/>
          <w:szCs w:val="22"/>
          <w:lang w:val="fr-CH"/>
        </w:rPr>
        <w:t>ecoUnit 1 wireless operating units with bi-directional E</w:t>
      </w:r>
      <w:r w:rsidR="00423AC2">
        <w:rPr>
          <w:rFonts w:cs="Arial"/>
          <w:color w:val="auto"/>
          <w:sz w:val="22"/>
          <w:szCs w:val="22"/>
          <w:lang w:val="fr-CH"/>
        </w:rPr>
        <w:t>nOcean technology and LCD</w:t>
      </w:r>
      <w:bookmarkStart w:id="0" w:name="_GoBack"/>
      <w:bookmarkEnd w:id="0"/>
      <w:r w:rsidRPr="00CE17B5">
        <w:rPr>
          <w:rFonts w:cs="Arial"/>
          <w:color w:val="auto"/>
          <w:sz w:val="22"/>
          <w:szCs w:val="22"/>
          <w:lang w:val="fr-CH"/>
        </w:rPr>
        <w:t>. Window contacts, switches and other EnOcean devices from third-party manufacturers can also be integrated.</w:t>
      </w:r>
    </w:p>
    <w:p w:rsidR="00CE17B5" w:rsidRPr="00CE17B5" w:rsidRDefault="00CE17B5" w:rsidP="00CE17B5">
      <w:pPr>
        <w:pStyle w:val="Fliesstext"/>
        <w:jc w:val="left"/>
        <w:rPr>
          <w:rFonts w:cs="Arial"/>
          <w:b/>
          <w:color w:val="auto"/>
          <w:sz w:val="22"/>
          <w:szCs w:val="22"/>
          <w:lang w:val="fr-CH"/>
        </w:rPr>
      </w:pPr>
      <w:r w:rsidRPr="00CE17B5">
        <w:rPr>
          <w:rFonts w:cs="Arial"/>
          <w:b/>
          <w:color w:val="auto"/>
          <w:sz w:val="22"/>
          <w:szCs w:val="22"/>
          <w:lang w:val="fr-CH"/>
        </w:rPr>
        <w:lastRenderedPageBreak/>
        <w:t>KNX interface as connector to the electrical equipment system</w:t>
      </w:r>
    </w:p>
    <w:p w:rsidR="006B7208" w:rsidRDefault="00CE17B5" w:rsidP="00CE17B5">
      <w:pPr>
        <w:pStyle w:val="Fliesstext"/>
        <w:jc w:val="left"/>
        <w:rPr>
          <w:rFonts w:cs="Arial"/>
          <w:color w:val="auto"/>
          <w:sz w:val="22"/>
          <w:szCs w:val="22"/>
          <w:lang w:val="fr-CH"/>
        </w:rPr>
      </w:pPr>
      <w:r w:rsidRPr="00CE17B5">
        <w:rPr>
          <w:rFonts w:cs="Arial"/>
          <w:color w:val="auto"/>
          <w:sz w:val="22"/>
          <w:szCs w:val="22"/>
          <w:lang w:val="fr-CH"/>
        </w:rPr>
        <w:t>The direct connection of KNX field devices to the ecos504 significantly expands the selection of room operating units, actuators and sensors that can be used. With open communication in all directions, the HVAC world and the electrical equipment systems combine to create a harmonious overall solution for the room user, the building operator and the investor.</w:t>
      </w:r>
    </w:p>
    <w:p w:rsidR="00BE3741" w:rsidRDefault="00BE3741" w:rsidP="00CE17B5">
      <w:pPr>
        <w:pStyle w:val="Fliesstext"/>
        <w:jc w:val="left"/>
        <w:rPr>
          <w:rFonts w:cs="Arial"/>
          <w:color w:val="auto"/>
          <w:sz w:val="22"/>
          <w:szCs w:val="22"/>
          <w:lang w:val="fr-CH"/>
        </w:rPr>
      </w:pPr>
    </w:p>
    <w:p w:rsidR="00443245" w:rsidRPr="00CE17B5" w:rsidRDefault="00CE17B5" w:rsidP="00A031D4">
      <w:pPr>
        <w:pStyle w:val="Fliesstext"/>
        <w:rPr>
          <w:rFonts w:cs="Arial"/>
          <w:noProof/>
          <w:color w:val="auto"/>
          <w:sz w:val="22"/>
          <w:szCs w:val="22"/>
          <w:lang w:val="fr-CH"/>
        </w:rPr>
      </w:pPr>
      <w:r>
        <w:rPr>
          <w:rFonts w:cs="Arial"/>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ecos50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CE17B5" w:rsidRPr="00CE17B5" w:rsidRDefault="00CE17B5" w:rsidP="00A031D4">
      <w:pPr>
        <w:pStyle w:val="Fliesstext"/>
        <w:rPr>
          <w:rFonts w:cs="Arial"/>
          <w:color w:val="auto"/>
          <w:sz w:val="22"/>
          <w:szCs w:val="22"/>
          <w:lang w:val="fr-CH"/>
        </w:rPr>
      </w:pPr>
    </w:p>
    <w:p w:rsidR="00A031D4" w:rsidRDefault="001D5B58" w:rsidP="00A031D4">
      <w:pPr>
        <w:pStyle w:val="Fliesstext"/>
        <w:jc w:val="left"/>
        <w:rPr>
          <w:rFonts w:cs="Arial"/>
          <w:i/>
          <w:color w:val="auto"/>
          <w:sz w:val="22"/>
          <w:szCs w:val="22"/>
          <w:lang w:val="de-CH"/>
        </w:rPr>
      </w:pPr>
      <w:r w:rsidRPr="00CE17B5">
        <w:rPr>
          <w:rFonts w:cs="Arial"/>
          <w:i/>
          <w:color w:val="auto"/>
          <w:sz w:val="22"/>
          <w:szCs w:val="22"/>
          <w:lang w:val="fr-CH"/>
        </w:rPr>
        <w:t xml:space="preserve">As a leading provider of solutions for building automation technology in Green Buildings, SAUTER provides pleasant conditions and a sense of well-being in sustainable environments. SAUTER is a specialist in developing, producing and marketing products and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technological expertise, SAUTER is a proven system integrator that stands for continuous innovation and Swiss quality. </w:t>
      </w:r>
      <w:r w:rsidRPr="00CE17B5">
        <w:rPr>
          <w:rFonts w:cs="Arial"/>
          <w:i/>
          <w:color w:val="auto"/>
          <w:sz w:val="22"/>
          <w:szCs w:val="22"/>
          <w:lang w:val="de-CH"/>
        </w:rPr>
        <w:t>SAUTER provides users and operators with an overview of energy flows and consumption, and of the development of the costs involved</w:t>
      </w:r>
      <w:r w:rsidR="00A031D4" w:rsidRPr="00CE17B5">
        <w:rPr>
          <w:rFonts w:cs="Arial"/>
          <w:i/>
          <w:color w:val="auto"/>
          <w:sz w:val="22"/>
          <w:szCs w:val="22"/>
          <w:lang w:val="de-CH"/>
        </w:rPr>
        <w:t>.</w:t>
      </w:r>
    </w:p>
    <w:p w:rsidR="00410DD5" w:rsidRDefault="00410DD5" w:rsidP="00A031D4">
      <w:pPr>
        <w:pStyle w:val="Fliesstext"/>
        <w:jc w:val="left"/>
        <w:rPr>
          <w:rFonts w:cs="Arial"/>
          <w:i/>
          <w:color w:val="auto"/>
          <w:sz w:val="22"/>
          <w:szCs w:val="22"/>
          <w:lang w:val="de-CH"/>
        </w:rPr>
      </w:pPr>
    </w:p>
    <w:p w:rsidR="00410DD5" w:rsidRPr="00CE17B5" w:rsidRDefault="00410DD5" w:rsidP="00A031D4">
      <w:pPr>
        <w:pStyle w:val="Fliesstext"/>
        <w:jc w:val="left"/>
        <w:rPr>
          <w:rFonts w:cs="Arial"/>
          <w:i/>
          <w:color w:val="auto"/>
          <w:sz w:val="22"/>
          <w:szCs w:val="22"/>
          <w:lang w:val="de-CH"/>
        </w:rPr>
      </w:pPr>
    </w:p>
    <w:p w:rsidR="001D5B58" w:rsidRPr="00CE17B5" w:rsidRDefault="001D5B58" w:rsidP="00A031D4">
      <w:pPr>
        <w:pStyle w:val="Fliesstext"/>
        <w:jc w:val="left"/>
        <w:rPr>
          <w:rFonts w:cs="Arial"/>
          <w:i/>
          <w:color w:val="auto"/>
          <w:sz w:val="22"/>
          <w:szCs w:val="22"/>
          <w:lang w:val="de-CH"/>
        </w:rPr>
      </w:pPr>
    </w:p>
    <w:p w:rsidR="001D5B58" w:rsidRPr="00CE17B5" w:rsidRDefault="001D5B58" w:rsidP="001D5B58">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r w:rsidRPr="00CE17B5">
        <w:rPr>
          <w:rFonts w:cs="Arial"/>
          <w:bCs/>
          <w:color w:val="auto"/>
          <w:sz w:val="22"/>
          <w:szCs w:val="22"/>
        </w:rPr>
        <w:lastRenderedPageBreak/>
        <w:t>The SAUTER Group</w:t>
      </w:r>
    </w:p>
    <w:p w:rsidR="001D5B58" w:rsidRPr="00CE17B5"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CE17B5">
        <w:rPr>
          <w:rFonts w:cs="Arial"/>
          <w:color w:val="auto"/>
          <w:sz w:val="22"/>
          <w:szCs w:val="22"/>
        </w:rPr>
        <w:t>An international corporation with its headquarters in Basel, Switzerland</w:t>
      </w:r>
    </w:p>
    <w:p w:rsidR="001D5B58" w:rsidRPr="00CE17B5"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CE17B5">
        <w:rPr>
          <w:rFonts w:cs="Arial"/>
          <w:color w:val="auto"/>
          <w:sz w:val="22"/>
          <w:szCs w:val="22"/>
          <w:lang w:val="fr-CH"/>
        </w:rPr>
        <w:t>Founded in 1910, it can rely on more than 100 years of tradition and experience</w:t>
      </w:r>
    </w:p>
    <w:p w:rsidR="001D5B58" w:rsidRPr="00CE17B5"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CE17B5">
        <w:rPr>
          <w:rFonts w:cs="Arial"/>
          <w:color w:val="auto"/>
          <w:sz w:val="22"/>
          <w:szCs w:val="22"/>
        </w:rPr>
        <w:t>With around 2,200 employees, it is present and active globally</w:t>
      </w:r>
    </w:p>
    <w:p w:rsidR="001D5B58" w:rsidRPr="00CE17B5"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CE17B5">
        <w:rPr>
          <w:rFonts w:cs="Arial"/>
          <w:color w:val="auto"/>
          <w:sz w:val="22"/>
          <w:szCs w:val="22"/>
          <w:lang w:val="fr-CH"/>
        </w:rPr>
        <w:t xml:space="preserve">Complete building management solutions from a single source Focusing on maximum energy efficiency and sustainability </w:t>
      </w:r>
    </w:p>
    <w:p w:rsidR="001D5B58" w:rsidRPr="00CE17B5"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CE17B5">
        <w:rPr>
          <w:rFonts w:cs="Arial"/>
          <w:color w:val="auto"/>
          <w:sz w:val="22"/>
          <w:szCs w:val="22"/>
        </w:rPr>
        <w:t>Safeguarding investments and operational reliability throughout the life-cycle of a building</w:t>
      </w:r>
    </w:p>
    <w:p w:rsidR="001D5B58" w:rsidRPr="00CE17B5"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CE17B5">
        <w:rPr>
          <w:rFonts w:cs="Arial"/>
          <w:color w:val="auto"/>
          <w:sz w:val="22"/>
          <w:szCs w:val="22"/>
        </w:rPr>
        <w:t>Technology leader in the building automation and system integration sector</w:t>
      </w:r>
    </w:p>
    <w:p w:rsidR="001D5B58" w:rsidRPr="00CE17B5"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rPr>
      </w:pPr>
      <w:r w:rsidRPr="00CE17B5">
        <w:rPr>
          <w:rFonts w:cs="Arial"/>
          <w:color w:val="auto"/>
          <w:sz w:val="22"/>
          <w:szCs w:val="22"/>
        </w:rPr>
        <w:t>Member of eu.bac, BACnet Interest Group (BIG-EU), BACnet International, EnOcean Alliance</w:t>
      </w:r>
    </w:p>
    <w:p w:rsidR="001D5B58" w:rsidRPr="00CE17B5"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CE17B5">
        <w:rPr>
          <w:color w:val="auto"/>
          <w:sz w:val="22"/>
          <w:szCs w:val="22"/>
          <w:lang w:val="fr-CH"/>
        </w:rPr>
        <w:t>Impressive references at www.sauter-controls</w:t>
      </w:r>
      <w:r w:rsidRPr="00CE17B5">
        <w:rPr>
          <w:sz w:val="22"/>
          <w:szCs w:val="22"/>
          <w:lang w:val="fr-CH"/>
        </w:rPr>
        <w:t>.com</w:t>
      </w:r>
    </w:p>
    <w:sectPr w:rsidR="001D5B58" w:rsidRPr="00CE17B5"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1BF" w:rsidRDefault="002D61BF">
      <w:pPr>
        <w:spacing w:line="240" w:lineRule="auto"/>
      </w:pPr>
      <w:r>
        <w:separator/>
      </w:r>
    </w:p>
  </w:endnote>
  <w:endnote w:type="continuationSeparator" w:id="0">
    <w:p w:rsidR="002D61BF" w:rsidRDefault="002D61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1D5B58" w:rsidRDefault="001D5B58" w:rsidP="001D5B58">
    <w:pPr>
      <w:pStyle w:val="Fusszeile"/>
      <w:rPr>
        <w:rFonts w:cs="Arial"/>
        <w:szCs w:val="14"/>
      </w:rPr>
    </w:pPr>
    <w:r w:rsidRPr="001D5B58">
      <w:rPr>
        <w:rStyle w:val="06FusszeilefettChar"/>
        <w:rFonts w:ascii="Arial" w:hAnsi="Arial" w:cs="Arial"/>
        <w:szCs w:val="14"/>
      </w:rPr>
      <w:t>SAUTER Head Office</w:t>
    </w:r>
    <w:r w:rsidRPr="001D5B58">
      <w:rPr>
        <w:rFonts w:cs="Arial"/>
        <w:szCs w:val="14"/>
      </w:rPr>
      <w:t xml:space="preserve"> </w:t>
    </w:r>
    <w:r w:rsidRPr="001D5B58">
      <w:rPr>
        <w:rStyle w:val="MittelpunkteChar"/>
        <w:sz w:val="14"/>
        <w:szCs w:val="14"/>
      </w:rPr>
      <w:sym w:font="Symbol" w:char="F0B7"/>
    </w:r>
    <w:r w:rsidRPr="001D5B58">
      <w:rPr>
        <w:rFonts w:cs="Arial"/>
        <w:szCs w:val="14"/>
      </w:rPr>
      <w:t xml:space="preserve"> </w:t>
    </w:r>
    <w:r w:rsidRPr="001D5B58">
      <w:rPr>
        <w:rStyle w:val="06FusszeilefettChar"/>
        <w:rFonts w:ascii="Arial" w:hAnsi="Arial" w:cs="Arial"/>
        <w:szCs w:val="14"/>
      </w:rPr>
      <w:t>Fr. Sauter AG</w:t>
    </w:r>
    <w:r w:rsidRPr="001D5B58">
      <w:rPr>
        <w:rFonts w:cs="Arial"/>
        <w:szCs w:val="14"/>
      </w:rPr>
      <w:t xml:space="preserve"> </w:t>
    </w:r>
    <w:r w:rsidRPr="001D5B58">
      <w:rPr>
        <w:rStyle w:val="MittelpunkteChar"/>
        <w:sz w:val="14"/>
        <w:szCs w:val="14"/>
      </w:rPr>
      <w:sym w:font="Symbol" w:char="F0B7"/>
    </w:r>
    <w:r w:rsidRPr="001D5B58">
      <w:rPr>
        <w:rFonts w:cs="Arial"/>
        <w:szCs w:val="14"/>
      </w:rPr>
      <w:t xml:space="preserve"> Im Surinam 55 </w:t>
    </w:r>
    <w:r w:rsidRPr="001D5B58">
      <w:rPr>
        <w:rStyle w:val="MittelpunkteChar"/>
        <w:sz w:val="14"/>
        <w:szCs w:val="14"/>
      </w:rPr>
      <w:sym w:font="Symbol" w:char="F0B7"/>
    </w:r>
    <w:r w:rsidRPr="001D5B58">
      <w:rPr>
        <w:rFonts w:cs="Arial"/>
        <w:szCs w:val="14"/>
      </w:rPr>
      <w:t xml:space="preserve"> CH - 4016 Basel </w:t>
    </w:r>
    <w:r w:rsidRPr="001D5B58">
      <w:rPr>
        <w:rStyle w:val="MittelpunkteChar"/>
        <w:sz w:val="14"/>
        <w:szCs w:val="14"/>
      </w:rPr>
      <w:sym w:font="Symbol" w:char="F0B7"/>
    </w:r>
    <w:r w:rsidRPr="001D5B58">
      <w:rPr>
        <w:rFonts w:cs="Arial"/>
        <w:szCs w:val="14"/>
      </w:rPr>
      <w:t xml:space="preserve"> Tel.: +41 (0) 61 6955-555 </w:t>
    </w:r>
    <w:r w:rsidRPr="001D5B58">
      <w:rPr>
        <w:rStyle w:val="MittelpunkteChar"/>
        <w:sz w:val="14"/>
        <w:szCs w:val="14"/>
      </w:rPr>
      <w:sym w:font="Symbol" w:char="F0B7"/>
    </w:r>
    <w:r w:rsidRPr="001D5B58">
      <w:rPr>
        <w:rFonts w:cs="Arial"/>
        <w:szCs w:val="14"/>
      </w:rPr>
      <w:t xml:space="preserve"> Fax: +41 (0) 61 6955-510</w:t>
    </w:r>
  </w:p>
  <w:p w:rsidR="001D5B58" w:rsidRPr="001D5B58" w:rsidRDefault="001D5B58" w:rsidP="001D5B58">
    <w:pPr>
      <w:pStyle w:val="Fusszeile"/>
      <w:rPr>
        <w:rFonts w:cs="Arial"/>
        <w:szCs w:val="14"/>
        <w:lang w:val="fr-CH"/>
      </w:rPr>
    </w:pPr>
    <w:r w:rsidRPr="001D5B58">
      <w:rPr>
        <w:rFonts w:cs="Arial"/>
        <w:szCs w:val="14"/>
        <w:lang w:val="fr-CH"/>
      </w:rPr>
      <w:t xml:space="preserve">Media/Information Services </w:t>
    </w:r>
    <w:r w:rsidRPr="001D5B58">
      <w:rPr>
        <w:rStyle w:val="MittelpunkteChar"/>
        <w:sz w:val="14"/>
        <w:szCs w:val="14"/>
      </w:rPr>
      <w:sym w:font="Symbol" w:char="F0B7"/>
    </w:r>
    <w:r w:rsidRPr="001D5B58">
      <w:rPr>
        <w:rFonts w:cs="Arial"/>
        <w:szCs w:val="14"/>
        <w:lang w:val="fr-CH"/>
      </w:rPr>
      <w:t xml:space="preserve"> Contact: Dorothée Kössler </w:t>
    </w:r>
    <w:r w:rsidRPr="001D5B58">
      <w:rPr>
        <w:rStyle w:val="MittelpunkteChar"/>
        <w:sz w:val="14"/>
        <w:szCs w:val="14"/>
      </w:rPr>
      <w:sym w:font="Symbol" w:char="F0B7"/>
    </w:r>
    <w:r w:rsidRPr="001D5B58">
      <w:rPr>
        <w:rFonts w:cs="Arial"/>
        <w:szCs w:val="14"/>
        <w:lang w:val="fr-CH"/>
      </w:rPr>
      <w:t xml:space="preserve"> Corp. Marketing </w:t>
    </w:r>
    <w:r w:rsidRPr="001D5B58">
      <w:rPr>
        <w:rStyle w:val="MittelpunkteChar"/>
        <w:sz w:val="14"/>
        <w:szCs w:val="14"/>
      </w:rPr>
      <w:sym w:font="Symbol" w:char="F0B7"/>
    </w:r>
    <w:r w:rsidRPr="001D5B58">
      <w:rPr>
        <w:rFonts w:cs="Arial"/>
        <w:szCs w:val="14"/>
        <w:lang w:val="fr-CH"/>
      </w:rPr>
      <w:t xml:space="preserve"> Tel.: +41 (0) 61 6955-225 </w:t>
    </w:r>
    <w:r w:rsidRPr="001D5B58">
      <w:rPr>
        <w:rStyle w:val="MittelpunkteChar"/>
        <w:sz w:val="14"/>
        <w:szCs w:val="14"/>
      </w:rPr>
      <w:sym w:font="Symbol" w:char="F0B7"/>
    </w:r>
    <w:r w:rsidRPr="001D5B58">
      <w:rPr>
        <w:rFonts w:cs="Arial"/>
        <w:szCs w:val="14"/>
        <w:lang w:val="fr-CH"/>
      </w:rPr>
      <w:t xml:space="preserve"> Fax: +41 (0) 61 6955 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63D3FA2B" wp14:editId="56314087">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1D5B58" w:rsidP="00717586">
    <w:pPr>
      <w:pStyle w:val="Fusszeile"/>
      <w:spacing w:line="280" w:lineRule="exact"/>
      <w:rPr>
        <w:rFonts w:cs="Arial"/>
      </w:rPr>
    </w:pPr>
    <w:r>
      <w:rPr>
        <w:rFonts w:cs="Arial"/>
        <w:szCs w:val="14"/>
      </w:rPr>
      <w:t>Visuals and text also available at</w:t>
    </w:r>
    <w:r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1D5B58" w:rsidRDefault="00DA37A2" w:rsidP="001D5B58">
    <w:pPr>
      <w:pStyle w:val="Fusszeile"/>
      <w:rPr>
        <w:rFonts w:asciiTheme="minorHAnsi" w:hAnsiTheme="minorHAnsi" w:cstheme="minorHAnsi"/>
        <w:szCs w:val="14"/>
      </w:rPr>
    </w:pPr>
    <w:r>
      <w:rPr>
        <w:noProof/>
      </w:rPr>
      <w:drawing>
        <wp:anchor distT="0" distB="0" distL="114300" distR="114300" simplePos="0" relativeHeight="251658240" behindDoc="1" locked="0" layoutInCell="1" allowOverlap="1" wp14:anchorId="119D3377" wp14:editId="56CC110E">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1D5B58" w:rsidRPr="001D5B58">
      <w:rPr>
        <w:rStyle w:val="06FusszeilefettChar"/>
        <w:rFonts w:asciiTheme="minorHAnsi" w:hAnsiTheme="minorHAnsi" w:cstheme="minorHAnsi"/>
        <w:szCs w:val="14"/>
      </w:rPr>
      <w:t>AUTER Head Office</w:t>
    </w:r>
    <w:r w:rsidR="001D5B58" w:rsidRPr="001D5B58">
      <w:rPr>
        <w:rFonts w:asciiTheme="minorHAnsi" w:hAnsiTheme="minorHAnsi" w:cstheme="minorHAnsi"/>
        <w:szCs w:val="14"/>
      </w:rPr>
      <w:t xml:space="preserve"> </w:t>
    </w:r>
    <w:r w:rsidR="001D5B58" w:rsidRPr="001D5B58">
      <w:rPr>
        <w:rStyle w:val="MittelpunkteChar"/>
        <w:rFonts w:asciiTheme="minorHAnsi" w:hAnsiTheme="minorHAnsi" w:cstheme="minorHAnsi"/>
        <w:sz w:val="14"/>
        <w:szCs w:val="14"/>
      </w:rPr>
      <w:sym w:font="Symbol" w:char="F0B7"/>
    </w:r>
    <w:r w:rsidR="001D5B58" w:rsidRPr="001D5B58">
      <w:rPr>
        <w:rFonts w:asciiTheme="minorHAnsi" w:hAnsiTheme="minorHAnsi" w:cstheme="minorHAnsi"/>
        <w:szCs w:val="14"/>
      </w:rPr>
      <w:t xml:space="preserve"> </w:t>
    </w:r>
    <w:r w:rsidR="001D5B58" w:rsidRPr="001D5B58">
      <w:rPr>
        <w:rStyle w:val="06FusszeilefettChar"/>
        <w:rFonts w:asciiTheme="minorHAnsi" w:hAnsiTheme="minorHAnsi" w:cstheme="minorHAnsi"/>
        <w:szCs w:val="14"/>
      </w:rPr>
      <w:t>Fr. Sauter AG</w:t>
    </w:r>
    <w:r w:rsidR="001D5B58" w:rsidRPr="001D5B58">
      <w:rPr>
        <w:rFonts w:asciiTheme="minorHAnsi" w:hAnsiTheme="minorHAnsi" w:cstheme="minorHAnsi"/>
        <w:szCs w:val="14"/>
      </w:rPr>
      <w:t xml:space="preserve"> </w:t>
    </w:r>
    <w:r w:rsidR="001D5B58" w:rsidRPr="001D5B58">
      <w:rPr>
        <w:rStyle w:val="MittelpunkteChar"/>
        <w:rFonts w:asciiTheme="minorHAnsi" w:hAnsiTheme="minorHAnsi" w:cstheme="minorHAnsi"/>
        <w:sz w:val="14"/>
        <w:szCs w:val="14"/>
      </w:rPr>
      <w:sym w:font="Symbol" w:char="F0B7"/>
    </w:r>
    <w:r w:rsidR="001D5B58" w:rsidRPr="001D5B58">
      <w:rPr>
        <w:rFonts w:asciiTheme="minorHAnsi" w:hAnsiTheme="minorHAnsi" w:cstheme="minorHAnsi"/>
        <w:szCs w:val="14"/>
      </w:rPr>
      <w:t xml:space="preserve"> Im Surinam 55 </w:t>
    </w:r>
    <w:r w:rsidR="001D5B58" w:rsidRPr="001D5B58">
      <w:rPr>
        <w:rStyle w:val="MittelpunkteChar"/>
        <w:rFonts w:asciiTheme="minorHAnsi" w:hAnsiTheme="minorHAnsi" w:cstheme="minorHAnsi"/>
        <w:sz w:val="14"/>
        <w:szCs w:val="14"/>
      </w:rPr>
      <w:sym w:font="Symbol" w:char="F0B7"/>
    </w:r>
    <w:r w:rsidR="001D5B58" w:rsidRPr="001D5B58">
      <w:rPr>
        <w:rFonts w:asciiTheme="minorHAnsi" w:hAnsiTheme="minorHAnsi" w:cstheme="minorHAnsi"/>
        <w:szCs w:val="14"/>
      </w:rPr>
      <w:t xml:space="preserve"> CH - 4016 Basel </w:t>
    </w:r>
    <w:r w:rsidR="001D5B58" w:rsidRPr="001D5B58">
      <w:rPr>
        <w:rStyle w:val="MittelpunkteChar"/>
        <w:rFonts w:asciiTheme="minorHAnsi" w:hAnsiTheme="minorHAnsi" w:cstheme="minorHAnsi"/>
        <w:sz w:val="14"/>
        <w:szCs w:val="14"/>
      </w:rPr>
      <w:sym w:font="Symbol" w:char="F0B7"/>
    </w:r>
    <w:r w:rsidR="001D5B58" w:rsidRPr="001D5B58">
      <w:rPr>
        <w:rFonts w:asciiTheme="minorHAnsi" w:hAnsiTheme="minorHAnsi" w:cstheme="minorHAnsi"/>
        <w:szCs w:val="14"/>
      </w:rPr>
      <w:t xml:space="preserve"> Tel.: +41 (0) 61 6955-555 </w:t>
    </w:r>
    <w:r w:rsidR="001D5B58" w:rsidRPr="001D5B58">
      <w:rPr>
        <w:rStyle w:val="MittelpunkteChar"/>
        <w:rFonts w:asciiTheme="minorHAnsi" w:hAnsiTheme="minorHAnsi" w:cstheme="minorHAnsi"/>
        <w:sz w:val="14"/>
        <w:szCs w:val="14"/>
      </w:rPr>
      <w:sym w:font="Symbol" w:char="F0B7"/>
    </w:r>
    <w:r w:rsidR="001D5B58" w:rsidRPr="001D5B58">
      <w:rPr>
        <w:rFonts w:asciiTheme="minorHAnsi" w:hAnsiTheme="minorHAnsi" w:cstheme="minorHAnsi"/>
        <w:szCs w:val="14"/>
      </w:rPr>
      <w:t xml:space="preserve"> Fax: +41 (0) 61 6955-510</w:t>
    </w:r>
  </w:p>
  <w:p w:rsidR="001D5B58" w:rsidRPr="001D5B58" w:rsidRDefault="001D5B58" w:rsidP="001D5B58">
    <w:pPr>
      <w:pStyle w:val="Fusszeile"/>
      <w:rPr>
        <w:rFonts w:asciiTheme="minorHAnsi" w:hAnsiTheme="minorHAnsi" w:cstheme="minorHAnsi"/>
        <w:szCs w:val="14"/>
        <w:lang w:val="fr-CH"/>
      </w:rPr>
    </w:pPr>
    <w:r w:rsidRPr="001D5B58">
      <w:rPr>
        <w:rFonts w:asciiTheme="minorHAnsi" w:hAnsiTheme="minorHAnsi" w:cstheme="minorHAnsi"/>
        <w:szCs w:val="14"/>
        <w:lang w:val="fr-CH"/>
      </w:rPr>
      <w:t xml:space="preserve">Media/Information Services </w:t>
    </w:r>
    <w:r w:rsidRPr="001D5B58">
      <w:rPr>
        <w:rStyle w:val="MittelpunkteChar"/>
        <w:rFonts w:asciiTheme="minorHAnsi" w:hAnsiTheme="minorHAnsi" w:cstheme="minorHAnsi"/>
        <w:sz w:val="14"/>
        <w:szCs w:val="14"/>
      </w:rPr>
      <w:sym w:font="Symbol" w:char="F0B7"/>
    </w:r>
    <w:r w:rsidRPr="001D5B58">
      <w:rPr>
        <w:rFonts w:asciiTheme="minorHAnsi" w:hAnsiTheme="minorHAnsi" w:cstheme="minorHAnsi"/>
        <w:szCs w:val="14"/>
        <w:lang w:val="fr-CH"/>
      </w:rPr>
      <w:t xml:space="preserve"> Contact: Dorothée Kössler </w:t>
    </w:r>
    <w:r w:rsidRPr="001D5B58">
      <w:rPr>
        <w:rStyle w:val="MittelpunkteChar"/>
        <w:rFonts w:asciiTheme="minorHAnsi" w:hAnsiTheme="minorHAnsi" w:cstheme="minorHAnsi"/>
        <w:sz w:val="14"/>
        <w:szCs w:val="14"/>
      </w:rPr>
      <w:sym w:font="Symbol" w:char="F0B7"/>
    </w:r>
    <w:r w:rsidRPr="001D5B58">
      <w:rPr>
        <w:rFonts w:asciiTheme="minorHAnsi" w:hAnsiTheme="minorHAnsi" w:cstheme="minorHAnsi"/>
        <w:szCs w:val="14"/>
        <w:lang w:val="fr-CH"/>
      </w:rPr>
      <w:t xml:space="preserve"> Corp. Marketing </w:t>
    </w:r>
    <w:r w:rsidRPr="001D5B58">
      <w:rPr>
        <w:rStyle w:val="MittelpunkteChar"/>
        <w:rFonts w:asciiTheme="minorHAnsi" w:hAnsiTheme="minorHAnsi" w:cstheme="minorHAnsi"/>
        <w:sz w:val="14"/>
        <w:szCs w:val="14"/>
      </w:rPr>
      <w:sym w:font="Symbol" w:char="F0B7"/>
    </w:r>
    <w:r w:rsidRPr="001D5B58">
      <w:rPr>
        <w:rFonts w:asciiTheme="minorHAnsi" w:hAnsiTheme="minorHAnsi" w:cstheme="minorHAnsi"/>
        <w:szCs w:val="14"/>
        <w:lang w:val="fr-CH"/>
      </w:rPr>
      <w:t xml:space="preserve"> Tel.: +41 (0) 61 6955-225 </w:t>
    </w:r>
    <w:r w:rsidRPr="001D5B58">
      <w:rPr>
        <w:rStyle w:val="MittelpunkteChar"/>
        <w:rFonts w:asciiTheme="minorHAnsi" w:hAnsiTheme="minorHAnsi" w:cstheme="minorHAnsi"/>
        <w:sz w:val="14"/>
        <w:szCs w:val="14"/>
      </w:rPr>
      <w:sym w:font="Symbol" w:char="F0B7"/>
    </w:r>
    <w:r w:rsidRPr="001D5B58">
      <w:rPr>
        <w:rFonts w:asciiTheme="minorHAnsi" w:hAnsiTheme="minorHAnsi" w:cstheme="minorHAnsi"/>
        <w:szCs w:val="14"/>
        <w:lang w:val="fr-CH"/>
      </w:rPr>
      <w:t xml:space="preserve"> Fax: +41 (0) 61 6955 619</w:t>
    </w:r>
  </w:p>
  <w:p w:rsidR="001D5B58" w:rsidRPr="001D5B58" w:rsidRDefault="001D5B58" w:rsidP="001D5B58">
    <w:pPr>
      <w:pStyle w:val="Fusszeile"/>
      <w:rPr>
        <w:rFonts w:asciiTheme="minorHAnsi" w:hAnsiTheme="minorHAnsi" w:cstheme="minorHAnsi"/>
        <w:szCs w:val="14"/>
        <w:lang w:val="fr-CH"/>
      </w:rPr>
    </w:pPr>
    <w:r w:rsidRPr="001D5B58">
      <w:rPr>
        <w:rFonts w:asciiTheme="minorHAnsi" w:hAnsiTheme="minorHAnsi" w:cstheme="minorHAnsi"/>
        <w:szCs w:val="14"/>
        <w:lang w:val="fr-CH"/>
      </w:rPr>
      <w:t xml:space="preserve">media@ch.sauter-bc.com </w:t>
    </w:r>
  </w:p>
  <w:p w:rsidR="005D0114" w:rsidRPr="001D5B58" w:rsidRDefault="001D5B58" w:rsidP="001D5B58">
    <w:pPr>
      <w:pStyle w:val="Fusszeile"/>
      <w:spacing w:line="280" w:lineRule="exact"/>
      <w:rPr>
        <w:rFonts w:cs="Arial"/>
        <w:szCs w:val="14"/>
      </w:rPr>
    </w:pPr>
    <w:r w:rsidRPr="001D5B58">
      <w:rPr>
        <w:rFonts w:asciiTheme="minorHAnsi" w:hAnsiTheme="minorHAnsi" w:cstheme="minorHAnsi"/>
        <w:szCs w:val="14"/>
      </w:rPr>
      <w:t>Visuals and text also available at www.sauter-controls.com/media</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1BF" w:rsidRDefault="002D61BF">
      <w:pPr>
        <w:spacing w:line="240" w:lineRule="auto"/>
      </w:pPr>
      <w:r>
        <w:separator/>
      </w:r>
    </w:p>
  </w:footnote>
  <w:footnote w:type="continuationSeparator" w:id="0">
    <w:p w:rsidR="002D61BF" w:rsidRDefault="002D61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EA2F49" w:rsidP="00EA2F49">
          <w:pPr>
            <w:pStyle w:val="Kopfzeile"/>
            <w:jc w:val="both"/>
          </w:pPr>
          <w:r>
            <w:rPr>
              <w:noProof/>
            </w:rPr>
            <w:drawing>
              <wp:inline distT="0" distB="0" distL="0" distR="0" wp14:anchorId="0EE38506" wp14:editId="4972E243">
                <wp:extent cx="1066800" cy="161925"/>
                <wp:effectExtent l="0" t="0" r="0" b="9525"/>
                <wp:docPr id="3" name="Grafik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EA2F49" w:rsidP="000B718B">
          <w:pPr>
            <w:pStyle w:val="Kopfzeile"/>
          </w:pPr>
          <w:r>
            <w:rPr>
              <w:noProof/>
            </w:rPr>
            <w:drawing>
              <wp:inline distT="0" distB="0" distL="0" distR="0" wp14:anchorId="575F0F30" wp14:editId="74D67F06">
                <wp:extent cx="1800225" cy="447675"/>
                <wp:effectExtent l="0" t="0" r="9525" b="9525"/>
                <wp:docPr id="11" name="Grafik 11"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1D5B58"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423AC2">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EA2F49" w:rsidP="00DA37A2">
          <w:pPr>
            <w:pStyle w:val="Kopfzeile"/>
            <w:jc w:val="left"/>
          </w:pPr>
          <w:r>
            <w:rPr>
              <w:noProof/>
            </w:rPr>
            <w:drawing>
              <wp:inline distT="0" distB="0" distL="0" distR="0" wp14:anchorId="3A854D04" wp14:editId="26E8615B">
                <wp:extent cx="1066800" cy="161925"/>
                <wp:effectExtent l="0" t="0" r="0" b="9525"/>
                <wp:docPr id="2" name="Grafik 2"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EA2F49" w:rsidP="005D0114">
          <w:pPr>
            <w:pStyle w:val="Kopfzeile"/>
          </w:pPr>
          <w:r>
            <w:rPr>
              <w:noProof/>
            </w:rPr>
            <w:drawing>
              <wp:inline distT="0" distB="0" distL="0" distR="0" wp14:anchorId="3BEB9DCD" wp14:editId="59118EB9">
                <wp:extent cx="1800225" cy="447675"/>
                <wp:effectExtent l="0" t="0" r="9525" b="9525"/>
                <wp:docPr id="4" name="Grafik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1D5B58"/>
    <w:rsid w:val="002075F5"/>
    <w:rsid w:val="00212880"/>
    <w:rsid w:val="00241E4D"/>
    <w:rsid w:val="002431E2"/>
    <w:rsid w:val="002521BC"/>
    <w:rsid w:val="00257919"/>
    <w:rsid w:val="00291F34"/>
    <w:rsid w:val="002D471C"/>
    <w:rsid w:val="002D61BF"/>
    <w:rsid w:val="00311FFD"/>
    <w:rsid w:val="003678D7"/>
    <w:rsid w:val="003A14EB"/>
    <w:rsid w:val="003A3348"/>
    <w:rsid w:val="003B1D31"/>
    <w:rsid w:val="003D2DDC"/>
    <w:rsid w:val="003D3849"/>
    <w:rsid w:val="003F096C"/>
    <w:rsid w:val="00410DD5"/>
    <w:rsid w:val="00412BBB"/>
    <w:rsid w:val="00423AC2"/>
    <w:rsid w:val="00443245"/>
    <w:rsid w:val="004916F4"/>
    <w:rsid w:val="004A3DA3"/>
    <w:rsid w:val="004C47B6"/>
    <w:rsid w:val="004C6890"/>
    <w:rsid w:val="00507458"/>
    <w:rsid w:val="0052580C"/>
    <w:rsid w:val="0053110D"/>
    <w:rsid w:val="0056607C"/>
    <w:rsid w:val="005D0114"/>
    <w:rsid w:val="00645DA1"/>
    <w:rsid w:val="00667BDE"/>
    <w:rsid w:val="006A41E9"/>
    <w:rsid w:val="006B7208"/>
    <w:rsid w:val="006E5606"/>
    <w:rsid w:val="00710286"/>
    <w:rsid w:val="00717586"/>
    <w:rsid w:val="00726623"/>
    <w:rsid w:val="00776882"/>
    <w:rsid w:val="00777261"/>
    <w:rsid w:val="007A59CC"/>
    <w:rsid w:val="00813292"/>
    <w:rsid w:val="008A40C0"/>
    <w:rsid w:val="008A5E05"/>
    <w:rsid w:val="009032CC"/>
    <w:rsid w:val="0092287A"/>
    <w:rsid w:val="00944D45"/>
    <w:rsid w:val="00957BB2"/>
    <w:rsid w:val="00992D7C"/>
    <w:rsid w:val="00A031D4"/>
    <w:rsid w:val="00A20B47"/>
    <w:rsid w:val="00A24A9C"/>
    <w:rsid w:val="00A63F46"/>
    <w:rsid w:val="00AB3A23"/>
    <w:rsid w:val="00AF1918"/>
    <w:rsid w:val="00AF6525"/>
    <w:rsid w:val="00B229C2"/>
    <w:rsid w:val="00B8321F"/>
    <w:rsid w:val="00B83BDF"/>
    <w:rsid w:val="00B84BBC"/>
    <w:rsid w:val="00B97F0C"/>
    <w:rsid w:val="00BC704B"/>
    <w:rsid w:val="00BE3741"/>
    <w:rsid w:val="00BF10F0"/>
    <w:rsid w:val="00C136A4"/>
    <w:rsid w:val="00C219FB"/>
    <w:rsid w:val="00C5605B"/>
    <w:rsid w:val="00C606B1"/>
    <w:rsid w:val="00CE17B5"/>
    <w:rsid w:val="00D068F0"/>
    <w:rsid w:val="00D14841"/>
    <w:rsid w:val="00D23AE3"/>
    <w:rsid w:val="00DA37A2"/>
    <w:rsid w:val="00DA4EFD"/>
    <w:rsid w:val="00DB2165"/>
    <w:rsid w:val="00E15665"/>
    <w:rsid w:val="00E33705"/>
    <w:rsid w:val="00E42042"/>
    <w:rsid w:val="00E646B8"/>
    <w:rsid w:val="00E8369F"/>
    <w:rsid w:val="00E96ABA"/>
    <w:rsid w:val="00EA2F49"/>
    <w:rsid w:val="00ED0F05"/>
    <w:rsid w:val="00ED1419"/>
    <w:rsid w:val="00F55667"/>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615</Words>
  <Characters>3881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4</cp:revision>
  <cp:lastPrinted>2012-05-08T20:54:00Z</cp:lastPrinted>
  <dcterms:created xsi:type="dcterms:W3CDTF">2015-06-30T10:27:00Z</dcterms:created>
  <dcterms:modified xsi:type="dcterms:W3CDTF">2015-06-30T10:47:00Z</dcterms:modified>
</cp:coreProperties>
</file>